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6A3" w:rsidRDefault="00F916A3" w:rsidP="00881B77">
      <w:pPr>
        <w:pStyle w:val="Heading2"/>
      </w:pPr>
      <w:bookmarkStart w:id="0" w:name="Section1"/>
      <w:bookmarkEnd w:id="0"/>
      <w:r>
        <w:t>Challenge Exercise</w:t>
      </w:r>
    </w:p>
    <w:p w:rsidR="00F916A3" w:rsidRDefault="00F916A3" w:rsidP="00E941D4">
      <w:pPr>
        <w:pStyle w:val="SecondLevel"/>
      </w:pPr>
      <w:r>
        <w:t xml:space="preserve">Getting </w:t>
      </w:r>
      <w:proofErr w:type="gramStart"/>
      <w:r>
        <w:t>To</w:t>
      </w:r>
      <w:proofErr w:type="gramEnd"/>
      <w:r>
        <w:t xml:space="preserve"> Know PowerPoint</w:t>
      </w:r>
    </w:p>
    <w:p w:rsidR="00F916A3" w:rsidRDefault="00F916A3" w:rsidP="00521720"/>
    <w:p w:rsidR="00F916A3" w:rsidRPr="00E941D4" w:rsidRDefault="00F916A3" w:rsidP="00521720">
      <w:r>
        <w:rPr>
          <w:noProof/>
          <w:lang w:eastAsia="en-AU"/>
        </w:rPr>
        <mc:AlternateContent>
          <mc:Choice Requires="wpg">
            <w:drawing>
              <wp:anchor distT="0" distB="0" distL="114300" distR="114300" simplePos="0" relativeHeight="251659264" behindDoc="0" locked="0" layoutInCell="1" allowOverlap="1">
                <wp:simplePos x="0" y="0"/>
                <wp:positionH relativeFrom="column">
                  <wp:posOffset>-21590</wp:posOffset>
                </wp:positionH>
                <wp:positionV relativeFrom="paragraph">
                  <wp:posOffset>339725</wp:posOffset>
                </wp:positionV>
                <wp:extent cx="6174000" cy="8056700"/>
                <wp:effectExtent l="0" t="0" r="36830" b="1905"/>
                <wp:wrapNone/>
                <wp:docPr id="1" name="Group 1"/>
                <wp:cNvGraphicFramePr/>
                <a:graphic xmlns:a="http://schemas.openxmlformats.org/drawingml/2006/main">
                  <a:graphicData uri="http://schemas.microsoft.com/office/word/2010/wordprocessingGroup">
                    <wpg:wgp>
                      <wpg:cNvGrpSpPr/>
                      <wpg:grpSpPr>
                        <a:xfrm>
                          <a:off x="0" y="0"/>
                          <a:ext cx="6174000" cy="8056700"/>
                          <a:chOff x="0" y="0"/>
                          <a:chExt cx="6174000" cy="8056700"/>
                        </a:xfrm>
                      </wpg:grpSpPr>
                      <wps:wsp>
                        <wps:cNvPr id="10" name="Straight Connector 10"/>
                        <wps:cNvCnPr/>
                        <wps:spPr>
                          <a:xfrm>
                            <a:off x="63500" y="0"/>
                            <a:ext cx="6084000"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1" name="Text Box 100"/>
                        <wps:cNvSpPr txBox="1">
                          <a:spLocks noChangeArrowheads="1"/>
                        </wps:cNvSpPr>
                        <wps:spPr bwMode="auto">
                          <a:xfrm>
                            <a:off x="88876" y="203167"/>
                            <a:ext cx="5955030" cy="4353560"/>
                          </a:xfrm>
                          <a:prstGeom prst="rect">
                            <a:avLst/>
                          </a:prstGeom>
                          <a:solidFill>
                            <a:srgbClr val="FFFFCC"/>
                          </a:solidFill>
                          <a:ln>
                            <a:noFill/>
                          </a:ln>
                          <a:effectLst/>
                          <a:extLs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outerShdw dist="107763" dir="8100000" algn="ctr" rotWithShape="0">
                                    <a:srgbClr val="808080"/>
                                  </a:outerShdw>
                                </a:effectLst>
                              </a14:hiddenEffects>
                            </a:ext>
                          </a:extLst>
                        </wps:spPr>
                        <wps:txbx>
                          <w:txbxContent>
                            <w:tbl>
                              <w:tblPr>
                                <w:tblW w:w="0" w:type="auto"/>
                                <w:tblInd w:w="-28" w:type="dxa"/>
                                <w:tblLayout w:type="fixed"/>
                                <w:tblLook w:val="0000" w:firstRow="0" w:lastRow="0" w:firstColumn="0" w:lastColumn="0" w:noHBand="0" w:noVBand="0"/>
                              </w:tblPr>
                              <w:tblGrid>
                                <w:gridCol w:w="546"/>
                                <w:gridCol w:w="6887"/>
                                <w:gridCol w:w="1694"/>
                              </w:tblGrid>
                              <w:tr w:rsidR="00F916A3" w:rsidRPr="00563912" w:rsidTr="00AA7524">
                                <w:trPr>
                                  <w:cantSplit/>
                                  <w:trHeight w:val="540"/>
                                </w:trPr>
                                <w:tc>
                                  <w:tcPr>
                                    <w:tcW w:w="7433" w:type="dxa"/>
                                    <w:gridSpan w:val="2"/>
                                  </w:tcPr>
                                  <w:p w:rsidR="00F916A3" w:rsidRPr="00C64D4D" w:rsidRDefault="00F916A3">
                                    <w:pPr>
                                      <w:spacing w:before="120"/>
                                      <w:rPr>
                                        <w:b/>
                                        <w:color w:val="C00000"/>
                                        <w:sz w:val="22"/>
                                        <w:szCs w:val="22"/>
                                      </w:rPr>
                                    </w:pPr>
                                    <w:r w:rsidRPr="00C64D4D">
                                      <w:rPr>
                                        <w:b/>
                                        <w:color w:val="C00000"/>
                                        <w:sz w:val="22"/>
                                        <w:szCs w:val="22"/>
                                      </w:rPr>
                                      <w:t>Tasks:</w:t>
                                    </w:r>
                                  </w:p>
                                </w:tc>
                                <w:tc>
                                  <w:tcPr>
                                    <w:tcW w:w="1694" w:type="dxa"/>
                                  </w:tcPr>
                                  <w:p w:rsidR="00F916A3" w:rsidRPr="00C64D4D" w:rsidRDefault="00F916A3" w:rsidP="00A76E7A">
                                    <w:pPr>
                                      <w:spacing w:before="120"/>
                                      <w:jc w:val="center"/>
                                      <w:rPr>
                                        <w:b/>
                                        <w:color w:val="C00000"/>
                                        <w:sz w:val="22"/>
                                        <w:szCs w:val="22"/>
                                      </w:rPr>
                                    </w:pPr>
                                    <w:r w:rsidRPr="00C64D4D">
                                      <w:rPr>
                                        <w:b/>
                                        <w:color w:val="C00000"/>
                                        <w:sz w:val="22"/>
                                        <w:szCs w:val="22"/>
                                      </w:rPr>
                                      <w:t>Completed:</w:t>
                                    </w:r>
                                  </w:p>
                                </w:tc>
                              </w:tr>
                              <w:tr w:rsidR="00F916A3" w:rsidTr="00AA7524">
                                <w:trPr>
                                  <w:cantSplit/>
                                </w:trPr>
                                <w:tc>
                                  <w:tcPr>
                                    <w:tcW w:w="546" w:type="dxa"/>
                                    <w:textDirection w:val="btLr"/>
                                    <w:vAlign w:val="center"/>
                                  </w:tcPr>
                                  <w:p w:rsidR="00F916A3" w:rsidRDefault="00F916A3" w:rsidP="0040786A">
                                    <w:pPr>
                                      <w:pStyle w:val="PreambleLabel"/>
                                      <w:rPr>
                                        <w:sz w:val="24"/>
                                      </w:rPr>
                                    </w:pPr>
                                  </w:p>
                                </w:tc>
                                <w:tc>
                                  <w:tcPr>
                                    <w:tcW w:w="6887" w:type="dxa"/>
                                  </w:tcPr>
                                  <w:p w:rsidR="00F916A3" w:rsidRPr="00D11157" w:rsidRDefault="00F916A3" w:rsidP="00D11157">
                                    <w:pPr>
                                      <w:pStyle w:val="PreambleText"/>
                                    </w:pPr>
                                    <w:bookmarkStart w:id="1" w:name="Preamble"/>
                                    <w:r>
                                      <w:t>Before starting this exercise you MUST have completed all of the topics in the chapter Getting To Know PowerPoint…</w:t>
                                    </w:r>
                                    <w:bookmarkEnd w:id="1"/>
                                  </w:p>
                                </w:tc>
                                <w:tc>
                                  <w:tcPr>
                                    <w:tcW w:w="1694" w:type="dxa"/>
                                  </w:tcPr>
                                  <w:p w:rsidR="00F916A3" w:rsidRDefault="00F916A3" w:rsidP="00A76E7A">
                                    <w:pPr>
                                      <w:pStyle w:val="PreambleText"/>
                                      <w:jc w:val="center"/>
                                      <w:rPr>
                                        <w:b/>
                                        <w:sz w:val="24"/>
                                      </w:rPr>
                                    </w:pPr>
                                  </w:p>
                                </w:tc>
                              </w:tr>
                              <w:tr w:rsidR="00F916A3" w:rsidTr="00AA7524">
                                <w:trPr>
                                  <w:trHeight w:val="540"/>
                                </w:trPr>
                                <w:tc>
                                  <w:tcPr>
                                    <w:tcW w:w="546" w:type="dxa"/>
                                  </w:tcPr>
                                  <w:p w:rsidR="00F916A3" w:rsidRPr="00C64D4D" w:rsidRDefault="00F916A3">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F916A3" w:rsidRDefault="00F916A3" w:rsidP="009745DD">
                                    <w:pPr>
                                      <w:spacing w:before="120" w:after="0"/>
                                    </w:pPr>
                                    <w:r>
                                      <w:t>If Microsoft PowerPoint has already started, exit from it and then start it again with a new, blank presentation on the screen</w:t>
                                    </w:r>
                                  </w:p>
                                </w:tc>
                                <w:tc>
                                  <w:tcPr>
                                    <w:tcW w:w="1694" w:type="dxa"/>
                                  </w:tcPr>
                                  <w:p w:rsidR="00F916A3" w:rsidRPr="008C62FF" w:rsidRDefault="00F916A3" w:rsidP="00A76E7A">
                                    <w:pPr>
                                      <w:jc w:val="center"/>
                                      <w:rPr>
                                        <w:color w:val="999999"/>
                                      </w:rPr>
                                    </w:pPr>
                                    <w:r w:rsidRPr="008C62FF">
                                      <w:rPr>
                                        <w:color w:val="999999"/>
                                        <w:sz w:val="40"/>
                                        <w:szCs w:val="40"/>
                                      </w:rPr>
                                      <w:sym w:font="Webdings" w:char="F063"/>
                                    </w:r>
                                  </w:p>
                                </w:tc>
                              </w:tr>
                              <w:tr w:rsidR="00F916A3" w:rsidTr="00AA7524">
                                <w:trPr>
                                  <w:trHeight w:val="540"/>
                                </w:trPr>
                                <w:tc>
                                  <w:tcPr>
                                    <w:tcW w:w="546" w:type="dxa"/>
                                  </w:tcPr>
                                  <w:p w:rsidR="00F916A3" w:rsidRPr="00C64D4D" w:rsidRDefault="00F916A3">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F916A3" w:rsidRPr="0060507B" w:rsidRDefault="00F916A3" w:rsidP="009745DD">
                                    <w:pPr>
                                      <w:spacing w:before="120" w:after="0"/>
                                    </w:pPr>
                                    <w:r>
                                      <w:t xml:space="preserve">Display the </w:t>
                                    </w:r>
                                    <w:r>
                                      <w:rPr>
                                        <w:b/>
                                        <w:i/>
                                      </w:rPr>
                                      <w:t>Animations</w:t>
                                    </w:r>
                                    <w:r>
                                      <w:t xml:space="preserve"> tab on the ribbon and, in the space provided on the next page, write down the command </w:t>
                                    </w:r>
                                    <w:r>
                                      <w:rPr>
                                        <w:b/>
                                        <w:i/>
                                      </w:rPr>
                                      <w:t>Groups</w:t>
                                    </w:r>
                                    <w:r>
                                      <w:t xml:space="preserve"> that appear on the tab</w:t>
                                    </w:r>
                                  </w:p>
                                </w:tc>
                                <w:tc>
                                  <w:tcPr>
                                    <w:tcW w:w="1694" w:type="dxa"/>
                                  </w:tcPr>
                                  <w:p w:rsidR="00F916A3" w:rsidRPr="008C62FF" w:rsidRDefault="00F916A3" w:rsidP="00A76E7A">
                                    <w:pPr>
                                      <w:jc w:val="center"/>
                                      <w:rPr>
                                        <w:color w:val="999999"/>
                                      </w:rPr>
                                    </w:pPr>
                                    <w:r w:rsidRPr="008C62FF">
                                      <w:rPr>
                                        <w:color w:val="999999"/>
                                        <w:sz w:val="40"/>
                                        <w:szCs w:val="40"/>
                                      </w:rPr>
                                      <w:sym w:font="Webdings" w:char="F063"/>
                                    </w:r>
                                  </w:p>
                                </w:tc>
                              </w:tr>
                              <w:tr w:rsidR="00F916A3" w:rsidTr="00AA7524">
                                <w:trPr>
                                  <w:trHeight w:val="540"/>
                                </w:trPr>
                                <w:tc>
                                  <w:tcPr>
                                    <w:tcW w:w="546" w:type="dxa"/>
                                  </w:tcPr>
                                  <w:p w:rsidR="00F916A3" w:rsidRPr="00C64D4D" w:rsidRDefault="00F916A3">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F916A3" w:rsidRPr="00880B8A" w:rsidRDefault="00F916A3" w:rsidP="009745DD">
                                    <w:pPr>
                                      <w:spacing w:before="120" w:after="0"/>
                                    </w:pPr>
                                    <w:r>
                                      <w:t xml:space="preserve">Type the title </w:t>
                                    </w:r>
                                    <w:r w:rsidRPr="009745DD">
                                      <w:rPr>
                                        <w:b/>
                                      </w:rPr>
                                      <w:t>My Presentation</w:t>
                                    </w:r>
                                    <w:r>
                                      <w:t xml:space="preserve"> then display the </w:t>
                                    </w:r>
                                    <w:r>
                                      <w:rPr>
                                        <w:b/>
                                        <w:i/>
                                      </w:rPr>
                                      <w:t>Home</w:t>
                                    </w:r>
                                    <w:r>
                                      <w:t xml:space="preserve"> tab on the ribbon and open the </w:t>
                                    </w:r>
                                    <w:r>
                                      <w:rPr>
                                        <w:b/>
                                        <w:i/>
                                      </w:rPr>
                                      <w:t>Font</w:t>
                                    </w:r>
                                    <w:r>
                                      <w:t xml:space="preserve"> dialog box. In the space provided on the next page list all of the controls on the </w:t>
                                    </w:r>
                                    <w:r>
                                      <w:rPr>
                                        <w:b/>
                                        <w:i/>
                                      </w:rPr>
                                      <w:t>Font</w:t>
                                    </w:r>
                                    <w:r>
                                      <w:t xml:space="preserve"> tab of the dialog box that have a drop arrow</w:t>
                                    </w:r>
                                  </w:p>
                                </w:tc>
                                <w:tc>
                                  <w:tcPr>
                                    <w:tcW w:w="1694" w:type="dxa"/>
                                  </w:tcPr>
                                  <w:p w:rsidR="00F916A3" w:rsidRPr="008C62FF" w:rsidRDefault="00F916A3" w:rsidP="00A76E7A">
                                    <w:pPr>
                                      <w:jc w:val="center"/>
                                      <w:rPr>
                                        <w:color w:val="999999"/>
                                      </w:rPr>
                                    </w:pPr>
                                    <w:r w:rsidRPr="008C62FF">
                                      <w:rPr>
                                        <w:color w:val="999999"/>
                                        <w:sz w:val="40"/>
                                        <w:szCs w:val="40"/>
                                      </w:rPr>
                                      <w:sym w:font="Webdings" w:char="F063"/>
                                    </w:r>
                                  </w:p>
                                </w:tc>
                              </w:tr>
                              <w:tr w:rsidR="00F916A3" w:rsidTr="00AA7524">
                                <w:trPr>
                                  <w:trHeight w:val="540"/>
                                </w:trPr>
                                <w:tc>
                                  <w:tcPr>
                                    <w:tcW w:w="546" w:type="dxa"/>
                                  </w:tcPr>
                                  <w:p w:rsidR="00F916A3" w:rsidRPr="00C64D4D" w:rsidRDefault="00F916A3">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F916A3" w:rsidRPr="00880B8A" w:rsidRDefault="00F916A3" w:rsidP="009745DD">
                                    <w:pPr>
                                      <w:spacing w:before="120" w:after="0"/>
                                      <w:rPr>
                                        <w:i/>
                                      </w:rPr>
                                    </w:pPr>
                                    <w:r>
                                      <w:t xml:space="preserve">Close the </w:t>
                                    </w:r>
                                    <w:r>
                                      <w:rPr>
                                        <w:b/>
                                        <w:i/>
                                      </w:rPr>
                                      <w:t>Font</w:t>
                                    </w:r>
                                    <w:r>
                                      <w:t xml:space="preserve"> dialog box without changing any settings</w:t>
                                    </w:r>
                                  </w:p>
                                </w:tc>
                                <w:tc>
                                  <w:tcPr>
                                    <w:tcW w:w="1694" w:type="dxa"/>
                                  </w:tcPr>
                                  <w:p w:rsidR="00F916A3" w:rsidRPr="008C62FF" w:rsidRDefault="00F916A3" w:rsidP="00A76E7A">
                                    <w:pPr>
                                      <w:jc w:val="center"/>
                                      <w:rPr>
                                        <w:color w:val="999999"/>
                                      </w:rPr>
                                    </w:pPr>
                                    <w:r w:rsidRPr="008C62FF">
                                      <w:rPr>
                                        <w:color w:val="999999"/>
                                        <w:sz w:val="40"/>
                                        <w:szCs w:val="40"/>
                                      </w:rPr>
                                      <w:sym w:font="Webdings" w:char="F063"/>
                                    </w:r>
                                  </w:p>
                                </w:tc>
                              </w:tr>
                              <w:tr w:rsidR="00F916A3" w:rsidTr="00AA7524">
                                <w:trPr>
                                  <w:trHeight w:val="540"/>
                                </w:trPr>
                                <w:tc>
                                  <w:tcPr>
                                    <w:tcW w:w="546" w:type="dxa"/>
                                  </w:tcPr>
                                  <w:p w:rsidR="00F916A3" w:rsidRPr="00C64D4D" w:rsidRDefault="00F916A3">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F916A3" w:rsidRPr="00880B8A" w:rsidRDefault="00F916A3" w:rsidP="009745DD">
                                    <w:pPr>
                                      <w:spacing w:before="120" w:after="0"/>
                                    </w:pPr>
                                    <w:r>
                                      <w:t>Display the shortcut menu for the slide in general (i.e. not for the title or subtitle). In the space provided on the next page list the six commands that appear on the shortcut menu</w:t>
                                    </w:r>
                                  </w:p>
                                </w:tc>
                                <w:tc>
                                  <w:tcPr>
                                    <w:tcW w:w="1694" w:type="dxa"/>
                                  </w:tcPr>
                                  <w:p w:rsidR="00F916A3" w:rsidRPr="008C62FF" w:rsidRDefault="00F916A3" w:rsidP="00A76E7A">
                                    <w:pPr>
                                      <w:jc w:val="center"/>
                                      <w:rPr>
                                        <w:color w:val="999999"/>
                                      </w:rPr>
                                    </w:pPr>
                                    <w:r w:rsidRPr="008C62FF">
                                      <w:rPr>
                                        <w:color w:val="999999"/>
                                        <w:sz w:val="40"/>
                                        <w:szCs w:val="40"/>
                                      </w:rPr>
                                      <w:sym w:font="Webdings" w:char="F063"/>
                                    </w:r>
                                  </w:p>
                                </w:tc>
                              </w:tr>
                              <w:tr w:rsidR="00F916A3" w:rsidTr="00AA7524">
                                <w:trPr>
                                  <w:trHeight w:val="540"/>
                                </w:trPr>
                                <w:tc>
                                  <w:tcPr>
                                    <w:tcW w:w="546" w:type="dxa"/>
                                  </w:tcPr>
                                  <w:p w:rsidR="00F916A3" w:rsidRPr="00C64D4D" w:rsidRDefault="00F916A3">
                                    <w:pPr>
                                      <w:spacing w:before="0" w:after="0"/>
                                      <w:rPr>
                                        <w:rFonts w:ascii="Numbers" w:hAnsi="Numbers"/>
                                        <w:color w:val="C00000"/>
                                        <w:sz w:val="48"/>
                                        <w:szCs w:val="48"/>
                                      </w:rPr>
                                    </w:pPr>
                                    <w:r>
                                      <w:rPr>
                                        <w:rFonts w:ascii="Numbers" w:hAnsi="Numbers"/>
                                        <w:color w:val="C00000"/>
                                        <w:sz w:val="48"/>
                                        <w:szCs w:val="48"/>
                                      </w:rPr>
                                      <w:t></w:t>
                                    </w:r>
                                  </w:p>
                                </w:tc>
                                <w:tc>
                                  <w:tcPr>
                                    <w:tcW w:w="6887" w:type="dxa"/>
                                  </w:tcPr>
                                  <w:p w:rsidR="00F916A3" w:rsidRDefault="00F916A3" w:rsidP="006C124B">
                                    <w:pPr>
                                      <w:spacing w:before="120" w:after="0"/>
                                    </w:pPr>
                                    <w:r>
                                      <w:t xml:space="preserve">Using </w:t>
                                    </w:r>
                                    <w:proofErr w:type="spellStart"/>
                                    <w:r>
                                      <w:t>keytips</w:t>
                                    </w:r>
                                    <w:proofErr w:type="spellEnd"/>
                                    <w:r>
                                      <w:t xml:space="preserve">, display the </w:t>
                                    </w:r>
                                    <w:r>
                                      <w:rPr>
                                        <w:b/>
                                        <w:i/>
                                      </w:rPr>
                                      <w:t>Design</w:t>
                                    </w:r>
                                    <w:r>
                                      <w:t xml:space="preserve"> tab on the ribbon. In the space provided on the next page, write down the </w:t>
                                    </w:r>
                                    <w:proofErr w:type="spellStart"/>
                                    <w:r>
                                      <w:t>keytips</w:t>
                                    </w:r>
                                    <w:proofErr w:type="spellEnd"/>
                                    <w:r>
                                      <w:t xml:space="preserve"> for the commands that are listed</w:t>
                                    </w:r>
                                  </w:p>
                                </w:tc>
                                <w:tc>
                                  <w:tcPr>
                                    <w:tcW w:w="1694" w:type="dxa"/>
                                  </w:tcPr>
                                  <w:p w:rsidR="00F916A3" w:rsidRPr="008C62FF" w:rsidRDefault="00F916A3" w:rsidP="00A76E7A">
                                    <w:pPr>
                                      <w:jc w:val="center"/>
                                      <w:rPr>
                                        <w:color w:val="999999"/>
                                      </w:rPr>
                                    </w:pPr>
                                    <w:r w:rsidRPr="008C62FF">
                                      <w:rPr>
                                        <w:color w:val="999999"/>
                                        <w:sz w:val="40"/>
                                        <w:szCs w:val="40"/>
                                      </w:rPr>
                                      <w:sym w:font="Webdings" w:char="F063"/>
                                    </w:r>
                                  </w:p>
                                </w:tc>
                              </w:tr>
                              <w:tr w:rsidR="00F916A3" w:rsidTr="00AA7524">
                                <w:trPr>
                                  <w:trHeight w:val="540"/>
                                </w:trPr>
                                <w:tc>
                                  <w:tcPr>
                                    <w:tcW w:w="546" w:type="dxa"/>
                                  </w:tcPr>
                                  <w:p w:rsidR="00F916A3" w:rsidRDefault="00F916A3" w:rsidP="006C124B">
                                    <w:pPr>
                                      <w:spacing w:before="0" w:after="0"/>
                                      <w:rPr>
                                        <w:rFonts w:ascii="Numbers" w:hAnsi="Numbers"/>
                                        <w:color w:val="C00000"/>
                                        <w:sz w:val="48"/>
                                        <w:szCs w:val="48"/>
                                      </w:rPr>
                                    </w:pPr>
                                    <w:r>
                                      <w:rPr>
                                        <w:rFonts w:ascii="Numbers" w:hAnsi="Numbers"/>
                                        <w:color w:val="C00000"/>
                                        <w:sz w:val="48"/>
                                        <w:szCs w:val="48"/>
                                      </w:rPr>
                                      <w:t></w:t>
                                    </w:r>
                                  </w:p>
                                </w:tc>
                                <w:tc>
                                  <w:tcPr>
                                    <w:tcW w:w="6887" w:type="dxa"/>
                                  </w:tcPr>
                                  <w:p w:rsidR="00F916A3" w:rsidRPr="006C124B" w:rsidRDefault="00F916A3" w:rsidP="006C124B">
                                    <w:pPr>
                                      <w:spacing w:before="120" w:after="0"/>
                                    </w:pPr>
                                    <w:r>
                                      <w:t xml:space="preserve">Access the </w:t>
                                    </w:r>
                                    <w:r>
                                      <w:rPr>
                                        <w:b/>
                                        <w:i/>
                                      </w:rPr>
                                      <w:t>Share</w:t>
                                    </w:r>
                                    <w:r>
                                      <w:t xml:space="preserve"> options in </w:t>
                                    </w:r>
                                    <w:r>
                                      <w:rPr>
                                        <w:b/>
                                        <w:i/>
                                      </w:rPr>
                                      <w:t>Backstage view</w:t>
                                    </w:r>
                                    <w:r>
                                      <w:t xml:space="preserve"> then in the space provided on the next page, write down the options listed under </w:t>
                                    </w:r>
                                    <w:r>
                                      <w:rPr>
                                        <w:b/>
                                        <w:i/>
                                      </w:rPr>
                                      <w:t>Share</w:t>
                                    </w:r>
                                  </w:p>
                                </w:tc>
                                <w:tc>
                                  <w:tcPr>
                                    <w:tcW w:w="1694" w:type="dxa"/>
                                  </w:tcPr>
                                  <w:p w:rsidR="00F916A3" w:rsidRPr="008C62FF" w:rsidRDefault="00F916A3" w:rsidP="006C124B">
                                    <w:pPr>
                                      <w:jc w:val="center"/>
                                      <w:rPr>
                                        <w:color w:val="999999"/>
                                      </w:rPr>
                                    </w:pPr>
                                    <w:r w:rsidRPr="008C62FF">
                                      <w:rPr>
                                        <w:color w:val="999999"/>
                                        <w:sz w:val="40"/>
                                        <w:szCs w:val="40"/>
                                      </w:rPr>
                                      <w:sym w:font="Webdings" w:char="F063"/>
                                    </w:r>
                                  </w:p>
                                </w:tc>
                              </w:tr>
                              <w:tr w:rsidR="00F916A3" w:rsidTr="00AA7524">
                                <w:trPr>
                                  <w:trHeight w:val="540"/>
                                </w:trPr>
                                <w:tc>
                                  <w:tcPr>
                                    <w:tcW w:w="546" w:type="dxa"/>
                                  </w:tcPr>
                                  <w:p w:rsidR="00F916A3" w:rsidRDefault="00F916A3" w:rsidP="006C124B">
                                    <w:pPr>
                                      <w:spacing w:before="0" w:after="0"/>
                                      <w:rPr>
                                        <w:rFonts w:ascii="Numbers" w:hAnsi="Numbers"/>
                                        <w:color w:val="C00000"/>
                                        <w:sz w:val="48"/>
                                        <w:szCs w:val="48"/>
                                      </w:rPr>
                                    </w:pPr>
                                    <w:r>
                                      <w:rPr>
                                        <w:rFonts w:ascii="Numbers" w:hAnsi="Numbers"/>
                                        <w:color w:val="C00000"/>
                                        <w:sz w:val="48"/>
                                        <w:szCs w:val="48"/>
                                      </w:rPr>
                                      <w:t></w:t>
                                    </w:r>
                                  </w:p>
                                </w:tc>
                                <w:tc>
                                  <w:tcPr>
                                    <w:tcW w:w="6887" w:type="dxa"/>
                                  </w:tcPr>
                                  <w:p w:rsidR="00F916A3" w:rsidRDefault="00F916A3" w:rsidP="006C124B">
                                    <w:pPr>
                                      <w:spacing w:before="120" w:after="0"/>
                                    </w:pPr>
                                    <w:r>
                                      <w:t>Make a photocopy of the next page with your completed answers</w:t>
                                    </w:r>
                                  </w:p>
                                </w:tc>
                                <w:tc>
                                  <w:tcPr>
                                    <w:tcW w:w="1694" w:type="dxa"/>
                                  </w:tcPr>
                                  <w:p w:rsidR="00F916A3" w:rsidRPr="008C62FF" w:rsidRDefault="00F916A3" w:rsidP="006C124B">
                                    <w:pPr>
                                      <w:jc w:val="center"/>
                                      <w:rPr>
                                        <w:color w:val="999999"/>
                                      </w:rPr>
                                    </w:pPr>
                                    <w:r w:rsidRPr="008C62FF">
                                      <w:rPr>
                                        <w:color w:val="999999"/>
                                        <w:sz w:val="40"/>
                                        <w:szCs w:val="40"/>
                                      </w:rPr>
                                      <w:sym w:font="Webdings" w:char="F063"/>
                                    </w:r>
                                  </w:p>
                                </w:tc>
                              </w:tr>
                            </w:tbl>
                            <w:p w:rsidR="00F916A3" w:rsidRDefault="00F916A3" w:rsidP="00D332ED"/>
                          </w:txbxContent>
                        </wps:txbx>
                        <wps:bodyPr rot="0" vert="horz" wrap="square" lIns="91440" tIns="45720" rIns="91440" bIns="45720" anchor="t" anchorCtr="0" upright="1">
                          <a:spAutoFit/>
                        </wps:bodyPr>
                      </wps:wsp>
                      <wps:wsp>
                        <wps:cNvPr id="5" name="Line 104"/>
                        <wps:cNvCnPr/>
                        <wps:spPr bwMode="auto">
                          <a:xfrm>
                            <a:off x="0" y="6489700"/>
                            <a:ext cx="61740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4" name="Text Box 116"/>
                        <wps:cNvSpPr txBox="1">
                          <a:spLocks noChangeArrowheads="1"/>
                        </wps:cNvSpPr>
                        <wps:spPr bwMode="auto">
                          <a:xfrm>
                            <a:off x="25400" y="6616700"/>
                            <a:ext cx="6112510" cy="1440000"/>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ook w:val="00A0" w:firstRow="1" w:lastRow="0" w:firstColumn="1" w:lastColumn="0" w:noHBand="0" w:noVBand="0"/>
                              </w:tblPr>
                              <w:tblGrid>
                                <w:gridCol w:w="2366"/>
                                <w:gridCol w:w="7026"/>
                              </w:tblGrid>
                              <w:tr w:rsidR="00F916A3" w:rsidTr="00AA7524">
                                <w:tc>
                                  <w:tcPr>
                                    <w:tcW w:w="2366" w:type="dxa"/>
                                  </w:tcPr>
                                  <w:p w:rsidR="00F916A3" w:rsidRPr="008B0517" w:rsidRDefault="00F916A3">
                                    <w:pPr>
                                      <w:rPr>
                                        <w:b/>
                                      </w:rPr>
                                    </w:pPr>
                                    <w:r w:rsidRPr="008B0517">
                                      <w:rPr>
                                        <w:b/>
                                      </w:rPr>
                                      <w:t>Files required for exercise:</w:t>
                                    </w:r>
                                  </w:p>
                                </w:tc>
                                <w:tc>
                                  <w:tcPr>
                                    <w:tcW w:w="7026" w:type="dxa"/>
                                  </w:tcPr>
                                  <w:p w:rsidR="00F916A3" w:rsidRPr="00EE4406" w:rsidRDefault="00F916A3">
                                    <w:r>
                                      <w:t>None</w:t>
                                    </w:r>
                                  </w:p>
                                </w:tc>
                              </w:tr>
                              <w:tr w:rsidR="00F916A3" w:rsidTr="00AA7524">
                                <w:tc>
                                  <w:tcPr>
                                    <w:tcW w:w="2366" w:type="dxa"/>
                                  </w:tcPr>
                                  <w:p w:rsidR="00F916A3" w:rsidRPr="008B0517" w:rsidRDefault="00F916A3">
                                    <w:pPr>
                                      <w:rPr>
                                        <w:b/>
                                      </w:rPr>
                                    </w:pPr>
                                    <w:r w:rsidRPr="008B0517">
                                      <w:rPr>
                                        <w:b/>
                                      </w:rPr>
                                      <w:t>Files/work created by student:</w:t>
                                    </w:r>
                                  </w:p>
                                </w:tc>
                                <w:tc>
                                  <w:tcPr>
                                    <w:tcW w:w="7026" w:type="dxa"/>
                                  </w:tcPr>
                                  <w:p w:rsidR="00F916A3" w:rsidRDefault="00F916A3" w:rsidP="008809D9">
                                    <w:r>
                                      <w:t>A photocopy of the next page with completed answers</w:t>
                                    </w:r>
                                  </w:p>
                                </w:tc>
                              </w:tr>
                              <w:tr w:rsidR="00F916A3" w:rsidTr="00AA7524">
                                <w:tc>
                                  <w:tcPr>
                                    <w:tcW w:w="2366" w:type="dxa"/>
                                  </w:tcPr>
                                  <w:p w:rsidR="00F916A3" w:rsidRPr="008B0517" w:rsidRDefault="00F916A3">
                                    <w:pPr>
                                      <w:rPr>
                                        <w:b/>
                                      </w:rPr>
                                    </w:pPr>
                                    <w:r w:rsidRPr="008B0517">
                                      <w:rPr>
                                        <w:b/>
                                      </w:rPr>
                                      <w:t>Exercise Completed:</w:t>
                                    </w:r>
                                  </w:p>
                                </w:tc>
                                <w:tc>
                                  <w:tcPr>
                                    <w:tcW w:w="7026" w:type="dxa"/>
                                  </w:tcPr>
                                  <w:p w:rsidR="00F916A3" w:rsidRDefault="00F916A3">
                                    <w:r w:rsidRPr="008B0517">
                                      <w:rPr>
                                        <w:color w:val="999999"/>
                                        <w:sz w:val="40"/>
                                        <w:szCs w:val="40"/>
                                      </w:rPr>
                                      <w:sym w:font="Webdings" w:char="F063"/>
                                    </w:r>
                                  </w:p>
                                </w:tc>
                              </w:tr>
                            </w:tbl>
                            <w:p w:rsidR="00F916A3" w:rsidRDefault="00F916A3" w:rsidP="00D332ED"/>
                          </w:txbxContent>
                        </wps:txbx>
                        <wps:bodyPr rot="0" vert="horz" wrap="square" lIns="91440" tIns="45720" rIns="91440" bIns="45720" anchor="t" anchorCtr="0" upright="1">
                          <a:noAutofit/>
                        </wps:bodyPr>
                      </wps:wsp>
                    </wpg:wgp>
                  </a:graphicData>
                </a:graphic>
              </wp:anchor>
            </w:drawing>
          </mc:Choice>
          <mc:Fallback>
            <w:pict>
              <v:group id="Group 1" o:spid="_x0000_s1026" style="position:absolute;margin-left:-1.7pt;margin-top:26.75pt;width:486.15pt;height:634.4pt;z-index:251659264" coordsize="61740,80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">
                <v:line id="Straight Connector 10" o:spid="_x0000_s1027" style="position:absolute;visibility:visible;mso-wrap-style:square" from="635,0" to="614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" strokecolor="#c00000"/>
                <v:shapetype id="_x0000_t202" coordsize="21600,21600" o:spt="202" path="m,l,21600r21600,l21600,xe">
                  <v:stroke joinstyle="miter"/>
                  <v:path gradientshapeok="t" o:connecttype="rect"/>
                </v:shapetype>
                <v:shape id="Text Box 100" o:spid="_x0000_s1028" type="#_x0000_t202" style="position:absolute;left:888;top:2031;width:59551;height:43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" fillcolor="#ffc" stroked="f" strokeweight=".25pt">
                  <v:shadow offset="-6pt,6pt"/>
                  <v:textbox style="mso-fit-shape-to-text:t">
                    <w:txbxContent>
                      <w:tbl>
                        <w:tblPr>
                          <w:tblW w:w="0" w:type="auto"/>
                          <w:tblInd w:w="-28" w:type="dxa"/>
                          <w:tblLayout w:type="fixed"/>
                          <w:tblLook w:val="0000" w:firstRow="0" w:lastRow="0" w:firstColumn="0" w:lastColumn="0" w:noHBand="0" w:noVBand="0"/>
                        </w:tblPr>
                        <w:tblGrid>
                          <w:gridCol w:w="546"/>
                          <w:gridCol w:w="6887"/>
                          <w:gridCol w:w="1694"/>
                        </w:tblGrid>
                        <w:tr w:rsidR="00F916A3" w:rsidRPr="00563912" w:rsidTr="00AA7524">
                          <w:trPr>
                            <w:cantSplit/>
                            <w:trHeight w:val="540"/>
                          </w:trPr>
                          <w:tc>
                            <w:tcPr>
                              <w:tcW w:w="7433" w:type="dxa"/>
                              <w:gridSpan w:val="2"/>
                            </w:tcPr>
                            <w:p w:rsidR="00F916A3" w:rsidRPr="00C64D4D" w:rsidRDefault="00F916A3">
                              <w:pPr>
                                <w:spacing w:before="120"/>
                                <w:rPr>
                                  <w:b/>
                                  <w:color w:val="C00000"/>
                                  <w:sz w:val="22"/>
                                  <w:szCs w:val="22"/>
                                </w:rPr>
                              </w:pPr>
                              <w:r w:rsidRPr="00C64D4D">
                                <w:rPr>
                                  <w:b/>
                                  <w:color w:val="C00000"/>
                                  <w:sz w:val="22"/>
                                  <w:szCs w:val="22"/>
                                </w:rPr>
                                <w:t>Tasks:</w:t>
                              </w:r>
                            </w:p>
                          </w:tc>
                          <w:tc>
                            <w:tcPr>
                              <w:tcW w:w="1694" w:type="dxa"/>
                            </w:tcPr>
                            <w:p w:rsidR="00F916A3" w:rsidRPr="00C64D4D" w:rsidRDefault="00F916A3" w:rsidP="00A76E7A">
                              <w:pPr>
                                <w:spacing w:before="120"/>
                                <w:jc w:val="center"/>
                                <w:rPr>
                                  <w:b/>
                                  <w:color w:val="C00000"/>
                                  <w:sz w:val="22"/>
                                  <w:szCs w:val="22"/>
                                </w:rPr>
                              </w:pPr>
                              <w:r w:rsidRPr="00C64D4D">
                                <w:rPr>
                                  <w:b/>
                                  <w:color w:val="C00000"/>
                                  <w:sz w:val="22"/>
                                  <w:szCs w:val="22"/>
                                </w:rPr>
                                <w:t>Completed:</w:t>
                              </w:r>
                            </w:p>
                          </w:tc>
                        </w:tr>
                        <w:tr w:rsidR="00F916A3" w:rsidTr="00AA7524">
                          <w:trPr>
                            <w:cantSplit/>
                          </w:trPr>
                          <w:tc>
                            <w:tcPr>
                              <w:tcW w:w="546" w:type="dxa"/>
                              <w:textDirection w:val="btLr"/>
                              <w:vAlign w:val="center"/>
                            </w:tcPr>
                            <w:p w:rsidR="00F916A3" w:rsidRDefault="00F916A3" w:rsidP="0040786A">
                              <w:pPr>
                                <w:pStyle w:val="PreambleLabel"/>
                                <w:rPr>
                                  <w:sz w:val="24"/>
                                </w:rPr>
                              </w:pPr>
                            </w:p>
                          </w:tc>
                          <w:tc>
                            <w:tcPr>
                              <w:tcW w:w="6887" w:type="dxa"/>
                            </w:tcPr>
                            <w:p w:rsidR="00F916A3" w:rsidRPr="00D11157" w:rsidRDefault="00F916A3" w:rsidP="00D11157">
                              <w:pPr>
                                <w:pStyle w:val="PreambleText"/>
                              </w:pPr>
                              <w:bookmarkStart w:id="2" w:name="Preamble"/>
                              <w:r>
                                <w:t>Before starting this exercise you MUST have completed all of the topics in the chapter Getting To Know PowerPoint…</w:t>
                              </w:r>
                              <w:bookmarkEnd w:id="2"/>
                            </w:p>
                          </w:tc>
                          <w:tc>
                            <w:tcPr>
                              <w:tcW w:w="1694" w:type="dxa"/>
                            </w:tcPr>
                            <w:p w:rsidR="00F916A3" w:rsidRDefault="00F916A3" w:rsidP="00A76E7A">
                              <w:pPr>
                                <w:pStyle w:val="PreambleText"/>
                                <w:jc w:val="center"/>
                                <w:rPr>
                                  <w:b/>
                                  <w:sz w:val="24"/>
                                </w:rPr>
                              </w:pPr>
                            </w:p>
                          </w:tc>
                        </w:tr>
                        <w:tr w:rsidR="00F916A3" w:rsidTr="00AA7524">
                          <w:trPr>
                            <w:trHeight w:val="540"/>
                          </w:trPr>
                          <w:tc>
                            <w:tcPr>
                              <w:tcW w:w="546" w:type="dxa"/>
                            </w:tcPr>
                            <w:p w:rsidR="00F916A3" w:rsidRPr="00C64D4D" w:rsidRDefault="00F916A3">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F916A3" w:rsidRDefault="00F916A3" w:rsidP="009745DD">
                              <w:pPr>
                                <w:spacing w:before="120" w:after="0"/>
                              </w:pPr>
                              <w:r>
                                <w:t>If Microsoft PowerPoint has already started, exit from it and then start it again with a new, blank presentation on the screen</w:t>
                              </w:r>
                            </w:p>
                          </w:tc>
                          <w:tc>
                            <w:tcPr>
                              <w:tcW w:w="1694" w:type="dxa"/>
                            </w:tcPr>
                            <w:p w:rsidR="00F916A3" w:rsidRPr="008C62FF" w:rsidRDefault="00F916A3" w:rsidP="00A76E7A">
                              <w:pPr>
                                <w:jc w:val="center"/>
                                <w:rPr>
                                  <w:color w:val="999999"/>
                                </w:rPr>
                              </w:pPr>
                              <w:r w:rsidRPr="008C62FF">
                                <w:rPr>
                                  <w:color w:val="999999"/>
                                  <w:sz w:val="40"/>
                                  <w:szCs w:val="40"/>
                                </w:rPr>
                                <w:sym w:font="Webdings" w:char="F063"/>
                              </w:r>
                            </w:p>
                          </w:tc>
                        </w:tr>
                        <w:tr w:rsidR="00F916A3" w:rsidTr="00AA7524">
                          <w:trPr>
                            <w:trHeight w:val="540"/>
                          </w:trPr>
                          <w:tc>
                            <w:tcPr>
                              <w:tcW w:w="546" w:type="dxa"/>
                            </w:tcPr>
                            <w:p w:rsidR="00F916A3" w:rsidRPr="00C64D4D" w:rsidRDefault="00F916A3">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F916A3" w:rsidRPr="0060507B" w:rsidRDefault="00F916A3" w:rsidP="009745DD">
                              <w:pPr>
                                <w:spacing w:before="120" w:after="0"/>
                              </w:pPr>
                              <w:r>
                                <w:t xml:space="preserve">Display the </w:t>
                              </w:r>
                              <w:r>
                                <w:rPr>
                                  <w:b/>
                                  <w:i/>
                                </w:rPr>
                                <w:t>Animations</w:t>
                              </w:r>
                              <w:r>
                                <w:t xml:space="preserve"> tab on the ribbon and, in the space provided on the next page, write down the command </w:t>
                              </w:r>
                              <w:r>
                                <w:rPr>
                                  <w:b/>
                                  <w:i/>
                                </w:rPr>
                                <w:t>Groups</w:t>
                              </w:r>
                              <w:r>
                                <w:t xml:space="preserve"> that appear on the tab</w:t>
                              </w:r>
                            </w:p>
                          </w:tc>
                          <w:tc>
                            <w:tcPr>
                              <w:tcW w:w="1694" w:type="dxa"/>
                            </w:tcPr>
                            <w:p w:rsidR="00F916A3" w:rsidRPr="008C62FF" w:rsidRDefault="00F916A3" w:rsidP="00A76E7A">
                              <w:pPr>
                                <w:jc w:val="center"/>
                                <w:rPr>
                                  <w:color w:val="999999"/>
                                </w:rPr>
                              </w:pPr>
                              <w:r w:rsidRPr="008C62FF">
                                <w:rPr>
                                  <w:color w:val="999999"/>
                                  <w:sz w:val="40"/>
                                  <w:szCs w:val="40"/>
                                </w:rPr>
                                <w:sym w:font="Webdings" w:char="F063"/>
                              </w:r>
                            </w:p>
                          </w:tc>
                        </w:tr>
                        <w:tr w:rsidR="00F916A3" w:rsidTr="00AA7524">
                          <w:trPr>
                            <w:trHeight w:val="540"/>
                          </w:trPr>
                          <w:tc>
                            <w:tcPr>
                              <w:tcW w:w="546" w:type="dxa"/>
                            </w:tcPr>
                            <w:p w:rsidR="00F916A3" w:rsidRPr="00C64D4D" w:rsidRDefault="00F916A3">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F916A3" w:rsidRPr="00880B8A" w:rsidRDefault="00F916A3" w:rsidP="009745DD">
                              <w:pPr>
                                <w:spacing w:before="120" w:after="0"/>
                              </w:pPr>
                              <w:r>
                                <w:t xml:space="preserve">Type the title </w:t>
                              </w:r>
                              <w:r w:rsidRPr="009745DD">
                                <w:rPr>
                                  <w:b/>
                                </w:rPr>
                                <w:t>My Presentation</w:t>
                              </w:r>
                              <w:r>
                                <w:t xml:space="preserve"> then display the </w:t>
                              </w:r>
                              <w:r>
                                <w:rPr>
                                  <w:b/>
                                  <w:i/>
                                </w:rPr>
                                <w:t>Home</w:t>
                              </w:r>
                              <w:r>
                                <w:t xml:space="preserve"> tab on the ribbon and open the </w:t>
                              </w:r>
                              <w:r>
                                <w:rPr>
                                  <w:b/>
                                  <w:i/>
                                </w:rPr>
                                <w:t>Font</w:t>
                              </w:r>
                              <w:r>
                                <w:t xml:space="preserve"> dialog box. In the space provided on the next page list all of the controls on the </w:t>
                              </w:r>
                              <w:r>
                                <w:rPr>
                                  <w:b/>
                                  <w:i/>
                                </w:rPr>
                                <w:t>Font</w:t>
                              </w:r>
                              <w:r>
                                <w:t xml:space="preserve"> tab of the dialog box that have a drop arrow</w:t>
                              </w:r>
                            </w:p>
                          </w:tc>
                          <w:tc>
                            <w:tcPr>
                              <w:tcW w:w="1694" w:type="dxa"/>
                            </w:tcPr>
                            <w:p w:rsidR="00F916A3" w:rsidRPr="008C62FF" w:rsidRDefault="00F916A3" w:rsidP="00A76E7A">
                              <w:pPr>
                                <w:jc w:val="center"/>
                                <w:rPr>
                                  <w:color w:val="999999"/>
                                </w:rPr>
                              </w:pPr>
                              <w:r w:rsidRPr="008C62FF">
                                <w:rPr>
                                  <w:color w:val="999999"/>
                                  <w:sz w:val="40"/>
                                  <w:szCs w:val="40"/>
                                </w:rPr>
                                <w:sym w:font="Webdings" w:char="F063"/>
                              </w:r>
                            </w:p>
                          </w:tc>
                        </w:tr>
                        <w:tr w:rsidR="00F916A3" w:rsidTr="00AA7524">
                          <w:trPr>
                            <w:trHeight w:val="540"/>
                          </w:trPr>
                          <w:tc>
                            <w:tcPr>
                              <w:tcW w:w="546" w:type="dxa"/>
                            </w:tcPr>
                            <w:p w:rsidR="00F916A3" w:rsidRPr="00C64D4D" w:rsidRDefault="00F916A3">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F916A3" w:rsidRPr="00880B8A" w:rsidRDefault="00F916A3" w:rsidP="009745DD">
                              <w:pPr>
                                <w:spacing w:before="120" w:after="0"/>
                                <w:rPr>
                                  <w:i/>
                                </w:rPr>
                              </w:pPr>
                              <w:r>
                                <w:t xml:space="preserve">Close the </w:t>
                              </w:r>
                              <w:r>
                                <w:rPr>
                                  <w:b/>
                                  <w:i/>
                                </w:rPr>
                                <w:t>Font</w:t>
                              </w:r>
                              <w:r>
                                <w:t xml:space="preserve"> dialog box without changing any settings</w:t>
                              </w:r>
                            </w:p>
                          </w:tc>
                          <w:tc>
                            <w:tcPr>
                              <w:tcW w:w="1694" w:type="dxa"/>
                            </w:tcPr>
                            <w:p w:rsidR="00F916A3" w:rsidRPr="008C62FF" w:rsidRDefault="00F916A3" w:rsidP="00A76E7A">
                              <w:pPr>
                                <w:jc w:val="center"/>
                                <w:rPr>
                                  <w:color w:val="999999"/>
                                </w:rPr>
                              </w:pPr>
                              <w:r w:rsidRPr="008C62FF">
                                <w:rPr>
                                  <w:color w:val="999999"/>
                                  <w:sz w:val="40"/>
                                  <w:szCs w:val="40"/>
                                </w:rPr>
                                <w:sym w:font="Webdings" w:char="F063"/>
                              </w:r>
                            </w:p>
                          </w:tc>
                        </w:tr>
                        <w:tr w:rsidR="00F916A3" w:rsidTr="00AA7524">
                          <w:trPr>
                            <w:trHeight w:val="540"/>
                          </w:trPr>
                          <w:tc>
                            <w:tcPr>
                              <w:tcW w:w="546" w:type="dxa"/>
                            </w:tcPr>
                            <w:p w:rsidR="00F916A3" w:rsidRPr="00C64D4D" w:rsidRDefault="00F916A3">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F916A3" w:rsidRPr="00880B8A" w:rsidRDefault="00F916A3" w:rsidP="009745DD">
                              <w:pPr>
                                <w:spacing w:before="120" w:after="0"/>
                              </w:pPr>
                              <w:r>
                                <w:t>Display the shortcut menu for the slide in general (i.e. not for the title or subtitle). In the space provided on the next page list the six commands that appear on the shortcut menu</w:t>
                              </w:r>
                            </w:p>
                          </w:tc>
                          <w:tc>
                            <w:tcPr>
                              <w:tcW w:w="1694" w:type="dxa"/>
                            </w:tcPr>
                            <w:p w:rsidR="00F916A3" w:rsidRPr="008C62FF" w:rsidRDefault="00F916A3" w:rsidP="00A76E7A">
                              <w:pPr>
                                <w:jc w:val="center"/>
                                <w:rPr>
                                  <w:color w:val="999999"/>
                                </w:rPr>
                              </w:pPr>
                              <w:r w:rsidRPr="008C62FF">
                                <w:rPr>
                                  <w:color w:val="999999"/>
                                  <w:sz w:val="40"/>
                                  <w:szCs w:val="40"/>
                                </w:rPr>
                                <w:sym w:font="Webdings" w:char="F063"/>
                              </w:r>
                            </w:p>
                          </w:tc>
                        </w:tr>
                        <w:tr w:rsidR="00F916A3" w:rsidTr="00AA7524">
                          <w:trPr>
                            <w:trHeight w:val="540"/>
                          </w:trPr>
                          <w:tc>
                            <w:tcPr>
                              <w:tcW w:w="546" w:type="dxa"/>
                            </w:tcPr>
                            <w:p w:rsidR="00F916A3" w:rsidRPr="00C64D4D" w:rsidRDefault="00F916A3">
                              <w:pPr>
                                <w:spacing w:before="0" w:after="0"/>
                                <w:rPr>
                                  <w:rFonts w:ascii="Numbers" w:hAnsi="Numbers"/>
                                  <w:color w:val="C00000"/>
                                  <w:sz w:val="48"/>
                                  <w:szCs w:val="48"/>
                                </w:rPr>
                              </w:pPr>
                              <w:r>
                                <w:rPr>
                                  <w:rFonts w:ascii="Numbers" w:hAnsi="Numbers"/>
                                  <w:color w:val="C00000"/>
                                  <w:sz w:val="48"/>
                                  <w:szCs w:val="48"/>
                                </w:rPr>
                                <w:t></w:t>
                              </w:r>
                            </w:p>
                          </w:tc>
                          <w:tc>
                            <w:tcPr>
                              <w:tcW w:w="6887" w:type="dxa"/>
                            </w:tcPr>
                            <w:p w:rsidR="00F916A3" w:rsidRDefault="00F916A3" w:rsidP="006C124B">
                              <w:pPr>
                                <w:spacing w:before="120" w:after="0"/>
                              </w:pPr>
                              <w:r>
                                <w:t xml:space="preserve">Using </w:t>
                              </w:r>
                              <w:proofErr w:type="spellStart"/>
                              <w:r>
                                <w:t>keytips</w:t>
                              </w:r>
                              <w:proofErr w:type="spellEnd"/>
                              <w:r>
                                <w:t xml:space="preserve">, display the </w:t>
                              </w:r>
                              <w:r>
                                <w:rPr>
                                  <w:b/>
                                  <w:i/>
                                </w:rPr>
                                <w:t>Design</w:t>
                              </w:r>
                              <w:r>
                                <w:t xml:space="preserve"> tab on the ribbon. In the space provided on the next page, write down the </w:t>
                              </w:r>
                              <w:proofErr w:type="spellStart"/>
                              <w:r>
                                <w:t>keytips</w:t>
                              </w:r>
                              <w:proofErr w:type="spellEnd"/>
                              <w:r>
                                <w:t xml:space="preserve"> for the commands that are listed</w:t>
                              </w:r>
                            </w:p>
                          </w:tc>
                          <w:tc>
                            <w:tcPr>
                              <w:tcW w:w="1694" w:type="dxa"/>
                            </w:tcPr>
                            <w:p w:rsidR="00F916A3" w:rsidRPr="008C62FF" w:rsidRDefault="00F916A3" w:rsidP="00A76E7A">
                              <w:pPr>
                                <w:jc w:val="center"/>
                                <w:rPr>
                                  <w:color w:val="999999"/>
                                </w:rPr>
                              </w:pPr>
                              <w:r w:rsidRPr="008C62FF">
                                <w:rPr>
                                  <w:color w:val="999999"/>
                                  <w:sz w:val="40"/>
                                  <w:szCs w:val="40"/>
                                </w:rPr>
                                <w:sym w:font="Webdings" w:char="F063"/>
                              </w:r>
                            </w:p>
                          </w:tc>
                        </w:tr>
                        <w:tr w:rsidR="00F916A3" w:rsidTr="00AA7524">
                          <w:trPr>
                            <w:trHeight w:val="540"/>
                          </w:trPr>
                          <w:tc>
                            <w:tcPr>
                              <w:tcW w:w="546" w:type="dxa"/>
                            </w:tcPr>
                            <w:p w:rsidR="00F916A3" w:rsidRDefault="00F916A3" w:rsidP="006C124B">
                              <w:pPr>
                                <w:spacing w:before="0" w:after="0"/>
                                <w:rPr>
                                  <w:rFonts w:ascii="Numbers" w:hAnsi="Numbers"/>
                                  <w:color w:val="C00000"/>
                                  <w:sz w:val="48"/>
                                  <w:szCs w:val="48"/>
                                </w:rPr>
                              </w:pPr>
                              <w:r>
                                <w:rPr>
                                  <w:rFonts w:ascii="Numbers" w:hAnsi="Numbers"/>
                                  <w:color w:val="C00000"/>
                                  <w:sz w:val="48"/>
                                  <w:szCs w:val="48"/>
                                </w:rPr>
                                <w:t></w:t>
                              </w:r>
                            </w:p>
                          </w:tc>
                          <w:tc>
                            <w:tcPr>
                              <w:tcW w:w="6887" w:type="dxa"/>
                            </w:tcPr>
                            <w:p w:rsidR="00F916A3" w:rsidRPr="006C124B" w:rsidRDefault="00F916A3" w:rsidP="006C124B">
                              <w:pPr>
                                <w:spacing w:before="120" w:after="0"/>
                              </w:pPr>
                              <w:r>
                                <w:t xml:space="preserve">Access the </w:t>
                              </w:r>
                              <w:r>
                                <w:rPr>
                                  <w:b/>
                                  <w:i/>
                                </w:rPr>
                                <w:t>Share</w:t>
                              </w:r>
                              <w:r>
                                <w:t xml:space="preserve"> options in </w:t>
                              </w:r>
                              <w:r>
                                <w:rPr>
                                  <w:b/>
                                  <w:i/>
                                </w:rPr>
                                <w:t>Backstage view</w:t>
                              </w:r>
                              <w:r>
                                <w:t xml:space="preserve"> then in the space provided on the next page, write down the options listed under </w:t>
                              </w:r>
                              <w:r>
                                <w:rPr>
                                  <w:b/>
                                  <w:i/>
                                </w:rPr>
                                <w:t>Share</w:t>
                              </w:r>
                            </w:p>
                          </w:tc>
                          <w:tc>
                            <w:tcPr>
                              <w:tcW w:w="1694" w:type="dxa"/>
                            </w:tcPr>
                            <w:p w:rsidR="00F916A3" w:rsidRPr="008C62FF" w:rsidRDefault="00F916A3" w:rsidP="006C124B">
                              <w:pPr>
                                <w:jc w:val="center"/>
                                <w:rPr>
                                  <w:color w:val="999999"/>
                                </w:rPr>
                              </w:pPr>
                              <w:r w:rsidRPr="008C62FF">
                                <w:rPr>
                                  <w:color w:val="999999"/>
                                  <w:sz w:val="40"/>
                                  <w:szCs w:val="40"/>
                                </w:rPr>
                                <w:sym w:font="Webdings" w:char="F063"/>
                              </w:r>
                            </w:p>
                          </w:tc>
                        </w:tr>
                        <w:tr w:rsidR="00F916A3" w:rsidTr="00AA7524">
                          <w:trPr>
                            <w:trHeight w:val="540"/>
                          </w:trPr>
                          <w:tc>
                            <w:tcPr>
                              <w:tcW w:w="546" w:type="dxa"/>
                            </w:tcPr>
                            <w:p w:rsidR="00F916A3" w:rsidRDefault="00F916A3" w:rsidP="006C124B">
                              <w:pPr>
                                <w:spacing w:before="0" w:after="0"/>
                                <w:rPr>
                                  <w:rFonts w:ascii="Numbers" w:hAnsi="Numbers"/>
                                  <w:color w:val="C00000"/>
                                  <w:sz w:val="48"/>
                                  <w:szCs w:val="48"/>
                                </w:rPr>
                              </w:pPr>
                              <w:r>
                                <w:rPr>
                                  <w:rFonts w:ascii="Numbers" w:hAnsi="Numbers"/>
                                  <w:color w:val="C00000"/>
                                  <w:sz w:val="48"/>
                                  <w:szCs w:val="48"/>
                                </w:rPr>
                                <w:t></w:t>
                              </w:r>
                            </w:p>
                          </w:tc>
                          <w:tc>
                            <w:tcPr>
                              <w:tcW w:w="6887" w:type="dxa"/>
                            </w:tcPr>
                            <w:p w:rsidR="00F916A3" w:rsidRDefault="00F916A3" w:rsidP="006C124B">
                              <w:pPr>
                                <w:spacing w:before="120" w:after="0"/>
                              </w:pPr>
                              <w:r>
                                <w:t>Make a photocopy of the next page with your completed answers</w:t>
                              </w:r>
                            </w:p>
                          </w:tc>
                          <w:tc>
                            <w:tcPr>
                              <w:tcW w:w="1694" w:type="dxa"/>
                            </w:tcPr>
                            <w:p w:rsidR="00F916A3" w:rsidRPr="008C62FF" w:rsidRDefault="00F916A3" w:rsidP="006C124B">
                              <w:pPr>
                                <w:jc w:val="center"/>
                                <w:rPr>
                                  <w:color w:val="999999"/>
                                </w:rPr>
                              </w:pPr>
                              <w:r w:rsidRPr="008C62FF">
                                <w:rPr>
                                  <w:color w:val="999999"/>
                                  <w:sz w:val="40"/>
                                  <w:szCs w:val="40"/>
                                </w:rPr>
                                <w:sym w:font="Webdings" w:char="F063"/>
                              </w:r>
                            </w:p>
                          </w:tc>
                        </w:tr>
                      </w:tbl>
                      <w:p w:rsidR="00F916A3" w:rsidRDefault="00F916A3" w:rsidP="00D332ED"/>
                    </w:txbxContent>
                  </v:textbox>
                </v:shape>
                <v:line id="Line 104" o:spid="_x0000_s1029" style="position:absolute;visibility:visible;mso-wrap-style:square" from="0,64897" to="61740,64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" strokecolor="red"/>
                <v:shape id="Text Box 116" o:spid="_x0000_s1030" type="#_x0000_t202" style="position:absolute;left:254;top:66167;width:61125;height:1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" fillcolor="#cff" stroked="f">
                  <v:textbox>
                    <w:txbxContent>
                      <w:tbl>
                        <w:tblPr>
                          <w:tblW w:w="0" w:type="auto"/>
                          <w:tblInd w:w="-70" w:type="dxa"/>
                          <w:tblLook w:val="00A0" w:firstRow="1" w:lastRow="0" w:firstColumn="1" w:lastColumn="0" w:noHBand="0" w:noVBand="0"/>
                        </w:tblPr>
                        <w:tblGrid>
                          <w:gridCol w:w="2366"/>
                          <w:gridCol w:w="7026"/>
                        </w:tblGrid>
                        <w:tr w:rsidR="00F916A3" w:rsidTr="00AA7524">
                          <w:tc>
                            <w:tcPr>
                              <w:tcW w:w="2366" w:type="dxa"/>
                            </w:tcPr>
                            <w:p w:rsidR="00F916A3" w:rsidRPr="008B0517" w:rsidRDefault="00F916A3">
                              <w:pPr>
                                <w:rPr>
                                  <w:b/>
                                </w:rPr>
                              </w:pPr>
                              <w:r w:rsidRPr="008B0517">
                                <w:rPr>
                                  <w:b/>
                                </w:rPr>
                                <w:t>Files required for exercise:</w:t>
                              </w:r>
                            </w:p>
                          </w:tc>
                          <w:tc>
                            <w:tcPr>
                              <w:tcW w:w="7026" w:type="dxa"/>
                            </w:tcPr>
                            <w:p w:rsidR="00F916A3" w:rsidRPr="00EE4406" w:rsidRDefault="00F916A3">
                              <w:r>
                                <w:t>None</w:t>
                              </w:r>
                            </w:p>
                          </w:tc>
                        </w:tr>
                        <w:tr w:rsidR="00F916A3" w:rsidTr="00AA7524">
                          <w:tc>
                            <w:tcPr>
                              <w:tcW w:w="2366" w:type="dxa"/>
                            </w:tcPr>
                            <w:p w:rsidR="00F916A3" w:rsidRPr="008B0517" w:rsidRDefault="00F916A3">
                              <w:pPr>
                                <w:rPr>
                                  <w:b/>
                                </w:rPr>
                              </w:pPr>
                              <w:r w:rsidRPr="008B0517">
                                <w:rPr>
                                  <w:b/>
                                </w:rPr>
                                <w:t>Files/work created by student:</w:t>
                              </w:r>
                            </w:p>
                          </w:tc>
                          <w:tc>
                            <w:tcPr>
                              <w:tcW w:w="7026" w:type="dxa"/>
                            </w:tcPr>
                            <w:p w:rsidR="00F916A3" w:rsidRDefault="00F916A3" w:rsidP="008809D9">
                              <w:r>
                                <w:t>A photocopy of the next page with completed answers</w:t>
                              </w:r>
                            </w:p>
                          </w:tc>
                        </w:tr>
                        <w:tr w:rsidR="00F916A3" w:rsidTr="00AA7524">
                          <w:tc>
                            <w:tcPr>
                              <w:tcW w:w="2366" w:type="dxa"/>
                            </w:tcPr>
                            <w:p w:rsidR="00F916A3" w:rsidRPr="008B0517" w:rsidRDefault="00F916A3">
                              <w:pPr>
                                <w:rPr>
                                  <w:b/>
                                </w:rPr>
                              </w:pPr>
                              <w:r w:rsidRPr="008B0517">
                                <w:rPr>
                                  <w:b/>
                                </w:rPr>
                                <w:t>Exercise Completed:</w:t>
                              </w:r>
                            </w:p>
                          </w:tc>
                          <w:tc>
                            <w:tcPr>
                              <w:tcW w:w="7026" w:type="dxa"/>
                            </w:tcPr>
                            <w:p w:rsidR="00F916A3" w:rsidRDefault="00F916A3">
                              <w:r w:rsidRPr="008B0517">
                                <w:rPr>
                                  <w:color w:val="999999"/>
                                  <w:sz w:val="40"/>
                                  <w:szCs w:val="40"/>
                                </w:rPr>
                                <w:sym w:font="Webdings" w:char="F063"/>
                              </w:r>
                            </w:p>
                          </w:tc>
                        </w:tr>
                      </w:tbl>
                      <w:p w:rsidR="00F916A3" w:rsidRDefault="00F916A3" w:rsidP="00D332ED"/>
                    </w:txbxContent>
                  </v:textbox>
                </v:shape>
              </v:group>
            </w:pict>
          </mc:Fallback>
        </mc:AlternateContent>
      </w:r>
    </w:p>
    <w:p w:rsidR="00F916A3" w:rsidRDefault="00F916A3" w:rsidP="00881B77">
      <w:pPr>
        <w:pStyle w:val="Heading2"/>
      </w:pPr>
      <w:r>
        <w:lastRenderedPageBreak/>
        <w:t>Challenge Exercise Workspace</w:t>
      </w:r>
    </w:p>
    <w:p w:rsidR="00F916A3" w:rsidRDefault="00F916A3" w:rsidP="00E941D4">
      <w:pPr>
        <w:pStyle w:val="SecondLevel"/>
      </w:pPr>
      <w:r>
        <w:t xml:space="preserve">Getting </w:t>
      </w:r>
      <w:proofErr w:type="gramStart"/>
      <w:r>
        <w:t>To</w:t>
      </w:r>
      <w:proofErr w:type="gramEnd"/>
      <w:r>
        <w:t xml:space="preserve"> Know PowerPoint</w:t>
      </w:r>
    </w:p>
    <w:p w:rsidR="00F916A3" w:rsidRDefault="00F916A3" w:rsidP="00521720"/>
    <w:p w:rsidR="00F916A3" w:rsidRPr="00E941D4" w:rsidRDefault="00F916A3" w:rsidP="00521720">
      <w:r>
        <w:rPr>
          <w:noProof/>
          <w:lang w:eastAsia="en-AU"/>
        </w:rPr>
        <mc:AlternateContent>
          <mc:Choice Requires="wpg">
            <w:drawing>
              <wp:anchor distT="0" distB="0" distL="114300" distR="114300" simplePos="0" relativeHeight="251661312" behindDoc="0" locked="0" layoutInCell="1" allowOverlap="1">
                <wp:simplePos x="0" y="0"/>
                <wp:positionH relativeFrom="column">
                  <wp:posOffset>41910</wp:posOffset>
                </wp:positionH>
                <wp:positionV relativeFrom="paragraph">
                  <wp:posOffset>339725</wp:posOffset>
                </wp:positionV>
                <wp:extent cx="6084000" cy="7350125"/>
                <wp:effectExtent l="0" t="0" r="31115" b="3175"/>
                <wp:wrapNone/>
                <wp:docPr id="23" name="Group 23"/>
                <wp:cNvGraphicFramePr/>
                <a:graphic xmlns:a="http://schemas.openxmlformats.org/drawingml/2006/main">
                  <a:graphicData uri="http://schemas.microsoft.com/office/word/2010/wordprocessingGroup">
                    <wpg:wgp>
                      <wpg:cNvGrpSpPr/>
                      <wpg:grpSpPr>
                        <a:xfrm>
                          <a:off x="0" y="0"/>
                          <a:ext cx="6084000" cy="7350125"/>
                          <a:chOff x="0" y="0"/>
                          <a:chExt cx="6084000" cy="7350125"/>
                        </a:xfrm>
                      </wpg:grpSpPr>
                      <wps:wsp>
                        <wps:cNvPr id="24" name="Straight Connector 24"/>
                        <wps:cNvCnPr/>
                        <wps:spPr>
                          <a:xfrm>
                            <a:off x="0" y="0"/>
                            <a:ext cx="6084000"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26" name="Text Box 26"/>
                        <wps:cNvSpPr txBox="1"/>
                        <wps:spPr>
                          <a:xfrm>
                            <a:off x="482600" y="330200"/>
                            <a:ext cx="4838700" cy="70199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916A3" w:rsidRPr="00F748B3" w:rsidRDefault="00F916A3" w:rsidP="00F748B3">
                              <w:pPr>
                                <w:spacing w:after="240"/>
                              </w:pPr>
                              <w:r w:rsidRPr="00F748B3">
                                <w:rPr>
                                  <w:rFonts w:cs="Arial"/>
                                </w:rPr>
                                <w:t xml:space="preserve">The following </w:t>
                              </w:r>
                              <w:r w:rsidRPr="00F748B3">
                                <w:rPr>
                                  <w:rFonts w:cs="Arial"/>
                                  <w:b/>
                                  <w:i/>
                                </w:rPr>
                                <w:t>Groups</w:t>
                              </w:r>
                              <w:r w:rsidRPr="00F748B3">
                                <w:rPr>
                                  <w:sz w:val="22"/>
                                </w:rPr>
                                <w:t xml:space="preserve"> </w:t>
                              </w:r>
                              <w:r w:rsidRPr="00F748B3">
                                <w:t xml:space="preserve">appear on the </w:t>
                              </w:r>
                              <w:r>
                                <w:rPr>
                                  <w:b/>
                                  <w:i/>
                                </w:rPr>
                                <w:t>Animations</w:t>
                              </w:r>
                              <w:r w:rsidRPr="00F748B3">
                                <w:t xml:space="preserve"> tab:</w:t>
                              </w:r>
                            </w:p>
                            <w:p w:rsidR="00F916A3" w:rsidRDefault="00F916A3" w:rsidP="00F748B3">
                              <w:pPr>
                                <w:tabs>
                                  <w:tab w:val="right" w:leader="underscore" w:pos="7088"/>
                                </w:tabs>
                                <w:spacing w:line="360" w:lineRule="auto"/>
                                <w:rPr>
                                  <w:sz w:val="18"/>
                                </w:rPr>
                              </w:pPr>
                              <w:r>
                                <w:rPr>
                                  <w:sz w:val="18"/>
                                </w:rPr>
                                <w:tab/>
                              </w:r>
                            </w:p>
                            <w:p w:rsidR="00F916A3" w:rsidRDefault="00F916A3" w:rsidP="00F748B3">
                              <w:pPr>
                                <w:tabs>
                                  <w:tab w:val="right" w:leader="underscore" w:pos="7088"/>
                                </w:tabs>
                                <w:spacing w:line="360" w:lineRule="auto"/>
                                <w:rPr>
                                  <w:sz w:val="18"/>
                                </w:rPr>
                              </w:pPr>
                              <w:r>
                                <w:rPr>
                                  <w:sz w:val="18"/>
                                </w:rPr>
                                <w:tab/>
                              </w:r>
                            </w:p>
                            <w:p w:rsidR="00F916A3" w:rsidRDefault="00F916A3" w:rsidP="00F748B3">
                              <w:pPr>
                                <w:tabs>
                                  <w:tab w:val="right" w:leader="underscore" w:pos="7088"/>
                                </w:tabs>
                                <w:spacing w:line="360" w:lineRule="auto"/>
                                <w:rPr>
                                  <w:sz w:val="18"/>
                                </w:rPr>
                              </w:pPr>
                              <w:r>
                                <w:rPr>
                                  <w:sz w:val="18"/>
                                </w:rPr>
                                <w:tab/>
                              </w:r>
                            </w:p>
                            <w:p w:rsidR="00F916A3" w:rsidRDefault="00F916A3" w:rsidP="00F748B3">
                              <w:pPr>
                                <w:tabs>
                                  <w:tab w:val="right" w:leader="underscore" w:pos="7088"/>
                                </w:tabs>
                                <w:spacing w:line="360" w:lineRule="auto"/>
                                <w:rPr>
                                  <w:sz w:val="18"/>
                                </w:rPr>
                              </w:pPr>
                              <w:r>
                                <w:rPr>
                                  <w:sz w:val="18"/>
                                </w:rPr>
                                <w:tab/>
                              </w:r>
                            </w:p>
                            <w:p w:rsidR="00F916A3" w:rsidRDefault="00F916A3" w:rsidP="00F748B3">
                              <w:pPr>
                                <w:tabs>
                                  <w:tab w:val="right" w:leader="underscore" w:pos="7088"/>
                                </w:tabs>
                                <w:spacing w:before="240" w:after="240"/>
                              </w:pPr>
                              <w:r>
                                <w:t xml:space="preserve">The following controls on the </w:t>
                              </w:r>
                              <w:r>
                                <w:rPr>
                                  <w:b/>
                                  <w:i/>
                                </w:rPr>
                                <w:t>Font</w:t>
                              </w:r>
                              <w:r>
                                <w:t xml:space="preserve"> tab of the </w:t>
                              </w:r>
                              <w:r>
                                <w:rPr>
                                  <w:b/>
                                  <w:i/>
                                </w:rPr>
                                <w:t>Font</w:t>
                              </w:r>
                              <w:r>
                                <w:t xml:space="preserve"> dialog box have drop arrows:</w:t>
                              </w:r>
                            </w:p>
                            <w:p w:rsidR="00F916A3" w:rsidRDefault="00F916A3" w:rsidP="00F748B3">
                              <w:pPr>
                                <w:tabs>
                                  <w:tab w:val="right" w:leader="underscore" w:pos="7088"/>
                                </w:tabs>
                                <w:spacing w:line="360" w:lineRule="auto"/>
                              </w:pPr>
                              <w:r>
                                <w:tab/>
                              </w:r>
                            </w:p>
                            <w:p w:rsidR="00F916A3" w:rsidRDefault="00F916A3" w:rsidP="00F748B3">
                              <w:pPr>
                                <w:tabs>
                                  <w:tab w:val="right" w:leader="underscore" w:pos="7088"/>
                                </w:tabs>
                                <w:spacing w:line="360" w:lineRule="auto"/>
                              </w:pPr>
                              <w:r>
                                <w:tab/>
                              </w:r>
                            </w:p>
                            <w:p w:rsidR="00F916A3" w:rsidRDefault="00F916A3" w:rsidP="00F748B3">
                              <w:pPr>
                                <w:tabs>
                                  <w:tab w:val="right" w:leader="underscore" w:pos="7088"/>
                                </w:tabs>
                                <w:spacing w:line="360" w:lineRule="auto"/>
                              </w:pPr>
                              <w:r>
                                <w:tab/>
                              </w:r>
                            </w:p>
                            <w:p w:rsidR="00F916A3" w:rsidRDefault="00F916A3" w:rsidP="00F748B3">
                              <w:pPr>
                                <w:tabs>
                                  <w:tab w:val="right" w:leader="underscore" w:pos="7088"/>
                                </w:tabs>
                                <w:spacing w:line="360" w:lineRule="auto"/>
                              </w:pPr>
                              <w:r>
                                <w:tab/>
                              </w:r>
                            </w:p>
                            <w:p w:rsidR="00F916A3" w:rsidRDefault="00F916A3" w:rsidP="00F748B3">
                              <w:pPr>
                                <w:tabs>
                                  <w:tab w:val="right" w:leader="underscore" w:pos="7088"/>
                                </w:tabs>
                                <w:spacing w:line="360" w:lineRule="auto"/>
                              </w:pPr>
                              <w:r>
                                <w:tab/>
                              </w:r>
                            </w:p>
                            <w:p w:rsidR="00F916A3" w:rsidRDefault="00F916A3" w:rsidP="00F748B3">
                              <w:pPr>
                                <w:tabs>
                                  <w:tab w:val="right" w:leader="underscore" w:pos="7088"/>
                                </w:tabs>
                                <w:spacing w:before="240" w:after="240"/>
                              </w:pPr>
                              <w:r>
                                <w:t>The following commands appear on the shortcut menu for the slide:</w:t>
                              </w:r>
                            </w:p>
                            <w:p w:rsidR="00F916A3" w:rsidRDefault="00F916A3" w:rsidP="00433281">
                              <w:pPr>
                                <w:tabs>
                                  <w:tab w:val="left" w:leader="underscore" w:pos="3119"/>
                                  <w:tab w:val="left" w:pos="3969"/>
                                  <w:tab w:val="right" w:leader="underscore" w:pos="7088"/>
                                </w:tabs>
                                <w:spacing w:line="360" w:lineRule="auto"/>
                              </w:pPr>
                              <w:r>
                                <w:tab/>
                              </w:r>
                              <w:r>
                                <w:tab/>
                              </w:r>
                              <w:r>
                                <w:tab/>
                              </w:r>
                            </w:p>
                            <w:p w:rsidR="00F916A3" w:rsidRDefault="00F916A3" w:rsidP="00433281">
                              <w:pPr>
                                <w:tabs>
                                  <w:tab w:val="left" w:leader="underscore" w:pos="3119"/>
                                  <w:tab w:val="left" w:pos="3969"/>
                                  <w:tab w:val="right" w:leader="underscore" w:pos="7088"/>
                                </w:tabs>
                                <w:spacing w:line="360" w:lineRule="auto"/>
                              </w:pPr>
                              <w:r>
                                <w:tab/>
                              </w:r>
                              <w:r>
                                <w:tab/>
                              </w:r>
                              <w:r>
                                <w:tab/>
                              </w:r>
                            </w:p>
                            <w:p w:rsidR="00F916A3" w:rsidRDefault="00F916A3" w:rsidP="00433281">
                              <w:pPr>
                                <w:tabs>
                                  <w:tab w:val="left" w:leader="underscore" w:pos="3119"/>
                                  <w:tab w:val="left" w:pos="3969"/>
                                  <w:tab w:val="right" w:leader="underscore" w:pos="7088"/>
                                </w:tabs>
                                <w:spacing w:line="360" w:lineRule="auto"/>
                              </w:pPr>
                              <w:r>
                                <w:tab/>
                              </w:r>
                              <w:r>
                                <w:tab/>
                              </w:r>
                              <w:r>
                                <w:tab/>
                              </w:r>
                            </w:p>
                            <w:p w:rsidR="00F916A3" w:rsidRDefault="00F916A3" w:rsidP="00F53B73">
                              <w:pPr>
                                <w:tabs>
                                  <w:tab w:val="right" w:leader="underscore" w:pos="7088"/>
                                </w:tabs>
                                <w:spacing w:before="240" w:after="240"/>
                              </w:pPr>
                              <w:r>
                                <w:t xml:space="preserve">The following commands and </w:t>
                              </w:r>
                              <w:proofErr w:type="spellStart"/>
                              <w:r>
                                <w:t>keytips</w:t>
                              </w:r>
                              <w:proofErr w:type="spellEnd"/>
                              <w:r>
                                <w:t xml:space="preserve"> are found on the </w:t>
                              </w:r>
                              <w:r>
                                <w:rPr>
                                  <w:b/>
                                  <w:i/>
                                </w:rPr>
                                <w:t>Design</w:t>
                              </w:r>
                              <w:r>
                                <w:t xml:space="preserve"> tab:</w:t>
                              </w:r>
                            </w:p>
                            <w:p w:rsidR="00F916A3" w:rsidRDefault="00F916A3" w:rsidP="00433281">
                              <w:pPr>
                                <w:tabs>
                                  <w:tab w:val="left" w:pos="3686"/>
                                  <w:tab w:val="right" w:leader="underscore" w:pos="7088"/>
                                </w:tabs>
                                <w:spacing w:line="360" w:lineRule="auto"/>
                              </w:pPr>
                              <w:r>
                                <w:rPr>
                                  <w:b/>
                                  <w:i/>
                                </w:rPr>
                                <w:t>Themes</w:t>
                              </w:r>
                              <w:r>
                                <w:t xml:space="preserve"> has the </w:t>
                              </w:r>
                              <w:proofErr w:type="spellStart"/>
                              <w:r>
                                <w:t>keytip</w:t>
                              </w:r>
                              <w:proofErr w:type="spellEnd"/>
                              <w:r>
                                <w:t xml:space="preserve">: </w:t>
                              </w:r>
                              <w:r>
                                <w:tab/>
                              </w:r>
                              <w:r>
                                <w:tab/>
                              </w:r>
                            </w:p>
                            <w:p w:rsidR="00F916A3" w:rsidRDefault="00F916A3" w:rsidP="00433281">
                              <w:pPr>
                                <w:tabs>
                                  <w:tab w:val="left" w:pos="3686"/>
                                  <w:tab w:val="right" w:leader="underscore" w:pos="7088"/>
                                </w:tabs>
                                <w:spacing w:line="360" w:lineRule="auto"/>
                              </w:pPr>
                              <w:r>
                                <w:rPr>
                                  <w:b/>
                                  <w:i/>
                                </w:rPr>
                                <w:t>Variants</w:t>
                              </w:r>
                              <w:r>
                                <w:t xml:space="preserve"> has the </w:t>
                              </w:r>
                              <w:proofErr w:type="spellStart"/>
                              <w:r>
                                <w:t>keytip</w:t>
                              </w:r>
                              <w:proofErr w:type="spellEnd"/>
                              <w:r>
                                <w:t xml:space="preserve">: </w:t>
                              </w:r>
                              <w:r>
                                <w:tab/>
                              </w:r>
                              <w:r>
                                <w:tab/>
                              </w:r>
                            </w:p>
                            <w:p w:rsidR="00F916A3" w:rsidRDefault="00F916A3" w:rsidP="00433281">
                              <w:pPr>
                                <w:tabs>
                                  <w:tab w:val="left" w:pos="3686"/>
                                  <w:tab w:val="right" w:leader="underscore" w:pos="7088"/>
                                </w:tabs>
                                <w:spacing w:line="360" w:lineRule="auto"/>
                              </w:pPr>
                              <w:r>
                                <w:rPr>
                                  <w:b/>
                                  <w:i/>
                                </w:rPr>
                                <w:t>Slide Size</w:t>
                              </w:r>
                              <w:r>
                                <w:t xml:space="preserve"> has the </w:t>
                              </w:r>
                              <w:proofErr w:type="spellStart"/>
                              <w:r>
                                <w:t>keytip</w:t>
                              </w:r>
                              <w:proofErr w:type="spellEnd"/>
                              <w:r>
                                <w:t xml:space="preserve">: </w:t>
                              </w:r>
                              <w:r>
                                <w:tab/>
                              </w:r>
                              <w:r>
                                <w:tab/>
                              </w:r>
                            </w:p>
                            <w:p w:rsidR="00F916A3" w:rsidRDefault="00F916A3" w:rsidP="00433281">
                              <w:pPr>
                                <w:tabs>
                                  <w:tab w:val="left" w:pos="3686"/>
                                  <w:tab w:val="right" w:leader="underscore" w:pos="7088"/>
                                </w:tabs>
                                <w:spacing w:line="360" w:lineRule="auto"/>
                              </w:pPr>
                              <w:r w:rsidRPr="00433281">
                                <w:rPr>
                                  <w:b/>
                                  <w:i/>
                                </w:rPr>
                                <w:t>Format Background</w:t>
                              </w:r>
                              <w:r>
                                <w:t xml:space="preserve"> has the </w:t>
                              </w:r>
                              <w:proofErr w:type="spellStart"/>
                              <w:r>
                                <w:t>keytip</w:t>
                              </w:r>
                              <w:proofErr w:type="spellEnd"/>
                              <w:r>
                                <w:t>:</w:t>
                              </w:r>
                              <w:r>
                                <w:tab/>
                              </w:r>
                              <w:r>
                                <w:tab/>
                              </w:r>
                            </w:p>
                            <w:p w:rsidR="00F916A3" w:rsidRDefault="00F916A3" w:rsidP="00433281">
                              <w:pPr>
                                <w:tabs>
                                  <w:tab w:val="right" w:leader="underscore" w:pos="7088"/>
                                </w:tabs>
                                <w:spacing w:before="240" w:after="240"/>
                              </w:pPr>
                              <w:r>
                                <w:t xml:space="preserve">The following options are listed under </w:t>
                              </w:r>
                              <w:r>
                                <w:rPr>
                                  <w:b/>
                                  <w:i/>
                                </w:rPr>
                                <w:t>Share</w:t>
                              </w:r>
                              <w:r>
                                <w:t xml:space="preserve"> in </w:t>
                              </w:r>
                              <w:r>
                                <w:rPr>
                                  <w:b/>
                                  <w:i/>
                                </w:rPr>
                                <w:t>Backstage view</w:t>
                              </w:r>
                              <w:r>
                                <w:t>:</w:t>
                              </w:r>
                            </w:p>
                            <w:p w:rsidR="00F916A3" w:rsidRDefault="00F916A3" w:rsidP="00433281">
                              <w:pPr>
                                <w:tabs>
                                  <w:tab w:val="left" w:leader="underscore" w:pos="3119"/>
                                  <w:tab w:val="left" w:pos="3969"/>
                                  <w:tab w:val="right" w:leader="underscore" w:pos="7088"/>
                                </w:tabs>
                                <w:spacing w:line="360" w:lineRule="auto"/>
                              </w:pPr>
                              <w:r>
                                <w:tab/>
                              </w:r>
                              <w:r>
                                <w:tab/>
                              </w:r>
                              <w:r>
                                <w:tab/>
                              </w:r>
                            </w:p>
                            <w:p w:rsidR="00F916A3" w:rsidRDefault="00F916A3" w:rsidP="00433281">
                              <w:pPr>
                                <w:tabs>
                                  <w:tab w:val="left" w:leader="underscore" w:pos="3119"/>
                                  <w:tab w:val="left" w:pos="3969"/>
                                  <w:tab w:val="right" w:leader="underscore" w:pos="7088"/>
                                </w:tabs>
                                <w:spacing w:line="360" w:lineRule="auto"/>
                              </w:pPr>
                              <w:r>
                                <w:tab/>
                              </w:r>
                              <w:r>
                                <w:tab/>
                              </w:r>
                              <w:r>
                                <w:tab/>
                              </w:r>
                            </w:p>
                            <w:p w:rsidR="00F916A3" w:rsidRPr="00433281" w:rsidRDefault="00F916A3" w:rsidP="00433281">
                              <w:pPr>
                                <w:tabs>
                                  <w:tab w:val="left" w:leader="underscore" w:pos="3119"/>
                                  <w:tab w:val="left" w:pos="3969"/>
                                  <w:tab w:val="right" w:leader="underscore" w:pos="7088"/>
                                </w:tabs>
                                <w:spacing w:line="360" w:lineRule="auto"/>
                              </w:pPr>
                              <w:r>
                                <w:tab/>
                              </w:r>
                              <w:r>
                                <w:tab/>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7" name="Group 27"/>
                        <wpg:cNvGrpSpPr/>
                        <wpg:grpSpPr bwMode="auto">
                          <a:xfrm>
                            <a:off x="215900" y="368300"/>
                            <a:ext cx="254000" cy="254000"/>
                            <a:chOff x="0" y="0"/>
                            <a:chExt cx="400" cy="400"/>
                          </a:xfrm>
                        </wpg:grpSpPr>
                        <wps:wsp>
                          <wps:cNvPr id="28" name="Oval 28"/>
                          <wps:cNvSpPr>
                            <a:spLocks noChangeAspect="1" noChangeArrowheads="1"/>
                          </wps:cNvSpPr>
                          <wps:spPr bwMode="auto">
                            <a:xfrm>
                              <a:off x="40" y="40"/>
                              <a:ext cx="340" cy="32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Text Box 122"/>
                          <wps:cNvSpPr txBox="1">
                            <a:spLocks noChangeAspect="1" noChangeArrowheads="1"/>
                          </wps:cNvSpPr>
                          <wps:spPr bwMode="auto">
                            <a:xfrm>
                              <a:off x="0" y="0"/>
                              <a:ext cx="400" cy="4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16A3" w:rsidRDefault="00F916A3" w:rsidP="004660BE">
                                <w:pPr>
                                  <w:spacing w:before="0" w:after="0"/>
                                  <w:jc w:val="center"/>
                                  <w:rPr>
                                    <w:rFonts w:cs="Arial"/>
                                    <w:b/>
                                    <w:bCs/>
                                    <w:color w:val="FFFFFF"/>
                                  </w:rPr>
                                </w:pPr>
                                <w:r>
                                  <w:rPr>
                                    <w:rFonts w:cs="Arial"/>
                                    <w:b/>
                                    <w:bCs/>
                                    <w:color w:val="FFFFFF"/>
                                  </w:rPr>
                                  <w:t>2</w:t>
                                </w:r>
                              </w:p>
                            </w:txbxContent>
                          </wps:txbx>
                          <wps:bodyPr rot="0" vert="horz" wrap="square" lIns="91440" tIns="45720" rIns="91440" bIns="45720" anchor="t" anchorCtr="0" upright="1">
                            <a:noAutofit/>
                          </wps:bodyPr>
                        </wps:wsp>
                      </wpg:grpSp>
                      <wpg:grpSp>
                        <wpg:cNvPr id="31" name="Group 31"/>
                        <wpg:cNvGrpSpPr/>
                        <wpg:grpSpPr bwMode="auto">
                          <a:xfrm>
                            <a:off x="215900" y="1714500"/>
                            <a:ext cx="254000" cy="254000"/>
                            <a:chOff x="0" y="0"/>
                            <a:chExt cx="400" cy="400"/>
                          </a:xfrm>
                        </wpg:grpSpPr>
                        <wps:wsp>
                          <wps:cNvPr id="32" name="Oval 32"/>
                          <wps:cNvSpPr>
                            <a:spLocks noChangeAspect="1" noChangeArrowheads="1"/>
                          </wps:cNvSpPr>
                          <wps:spPr bwMode="auto">
                            <a:xfrm>
                              <a:off x="40" y="40"/>
                              <a:ext cx="340" cy="32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Text Box 122"/>
                          <wps:cNvSpPr txBox="1">
                            <a:spLocks noChangeAspect="1" noChangeArrowheads="1"/>
                          </wps:cNvSpPr>
                          <wps:spPr bwMode="auto">
                            <a:xfrm>
                              <a:off x="0" y="0"/>
                              <a:ext cx="400" cy="4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16A3" w:rsidRDefault="00F916A3" w:rsidP="004660BE">
                                <w:pPr>
                                  <w:spacing w:before="0" w:after="0"/>
                                  <w:jc w:val="center"/>
                                  <w:rPr>
                                    <w:rFonts w:cs="Arial"/>
                                    <w:b/>
                                    <w:bCs/>
                                    <w:color w:val="FFFFFF"/>
                                  </w:rPr>
                                </w:pPr>
                                <w:r>
                                  <w:rPr>
                                    <w:rFonts w:cs="Arial"/>
                                    <w:b/>
                                    <w:bCs/>
                                    <w:color w:val="FFFFFF"/>
                                  </w:rPr>
                                  <w:t>3</w:t>
                                </w:r>
                              </w:p>
                            </w:txbxContent>
                          </wps:txbx>
                          <wps:bodyPr rot="0" vert="horz" wrap="square" lIns="91440" tIns="45720" rIns="91440" bIns="45720" anchor="t" anchorCtr="0" upright="1">
                            <a:noAutofit/>
                          </wps:bodyPr>
                        </wps:wsp>
                      </wpg:grpSp>
                      <wpg:grpSp>
                        <wpg:cNvPr id="34" name="Group 34"/>
                        <wpg:cNvGrpSpPr/>
                        <wpg:grpSpPr bwMode="auto">
                          <a:xfrm>
                            <a:off x="215900" y="3416300"/>
                            <a:ext cx="254000" cy="254000"/>
                            <a:chOff x="0" y="0"/>
                            <a:chExt cx="400" cy="400"/>
                          </a:xfrm>
                        </wpg:grpSpPr>
                        <wps:wsp>
                          <wps:cNvPr id="35" name="Oval 35"/>
                          <wps:cNvSpPr>
                            <a:spLocks noChangeAspect="1" noChangeArrowheads="1"/>
                          </wps:cNvSpPr>
                          <wps:spPr bwMode="auto">
                            <a:xfrm>
                              <a:off x="40" y="40"/>
                              <a:ext cx="340" cy="32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Text Box 122"/>
                          <wps:cNvSpPr txBox="1">
                            <a:spLocks noChangeAspect="1" noChangeArrowheads="1"/>
                          </wps:cNvSpPr>
                          <wps:spPr bwMode="auto">
                            <a:xfrm>
                              <a:off x="0" y="0"/>
                              <a:ext cx="400" cy="4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16A3" w:rsidRDefault="00F916A3" w:rsidP="004660BE">
                                <w:pPr>
                                  <w:spacing w:before="0" w:after="0"/>
                                  <w:jc w:val="center"/>
                                  <w:rPr>
                                    <w:rFonts w:cs="Arial"/>
                                    <w:b/>
                                    <w:bCs/>
                                    <w:color w:val="FFFFFF"/>
                                  </w:rPr>
                                </w:pPr>
                                <w:r>
                                  <w:rPr>
                                    <w:rFonts w:cs="Arial"/>
                                    <w:b/>
                                    <w:bCs/>
                                    <w:color w:val="FFFFFF"/>
                                  </w:rPr>
                                  <w:t>5</w:t>
                                </w:r>
                              </w:p>
                            </w:txbxContent>
                          </wps:txbx>
                          <wps:bodyPr rot="0" vert="horz" wrap="square" lIns="91440" tIns="45720" rIns="91440" bIns="45720" anchor="t" anchorCtr="0" upright="1">
                            <a:noAutofit/>
                          </wps:bodyPr>
                        </wps:wsp>
                      </wpg:grpSp>
                      <wpg:grpSp>
                        <wpg:cNvPr id="37" name="Group 37"/>
                        <wpg:cNvGrpSpPr/>
                        <wpg:grpSpPr bwMode="auto">
                          <a:xfrm>
                            <a:off x="215900" y="4597400"/>
                            <a:ext cx="254000" cy="254000"/>
                            <a:chOff x="0" y="0"/>
                            <a:chExt cx="400" cy="400"/>
                          </a:xfrm>
                        </wpg:grpSpPr>
                        <wps:wsp>
                          <wps:cNvPr id="38" name="Oval 38"/>
                          <wps:cNvSpPr>
                            <a:spLocks noChangeAspect="1" noChangeArrowheads="1"/>
                          </wps:cNvSpPr>
                          <wps:spPr bwMode="auto">
                            <a:xfrm>
                              <a:off x="40" y="40"/>
                              <a:ext cx="340" cy="32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Text Box 122"/>
                          <wps:cNvSpPr txBox="1">
                            <a:spLocks noChangeAspect="1" noChangeArrowheads="1"/>
                          </wps:cNvSpPr>
                          <wps:spPr bwMode="auto">
                            <a:xfrm>
                              <a:off x="0" y="0"/>
                              <a:ext cx="400" cy="4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16A3" w:rsidRDefault="00F916A3" w:rsidP="004660BE">
                                <w:pPr>
                                  <w:spacing w:before="0" w:after="0"/>
                                  <w:jc w:val="center"/>
                                  <w:rPr>
                                    <w:rFonts w:cs="Arial"/>
                                    <w:b/>
                                    <w:bCs/>
                                    <w:color w:val="FFFFFF"/>
                                  </w:rPr>
                                </w:pPr>
                                <w:r>
                                  <w:rPr>
                                    <w:rFonts w:cs="Arial"/>
                                    <w:b/>
                                    <w:bCs/>
                                    <w:color w:val="FFFFFF"/>
                                  </w:rPr>
                                  <w:t>6</w:t>
                                </w:r>
                              </w:p>
                            </w:txbxContent>
                          </wps:txbx>
                          <wps:bodyPr rot="0" vert="horz" wrap="square" lIns="91440" tIns="45720" rIns="91440" bIns="45720" anchor="t" anchorCtr="0" upright="1">
                            <a:noAutofit/>
                          </wps:bodyPr>
                        </wps:wsp>
                      </wpg:grpSp>
                      <wpg:grpSp>
                        <wpg:cNvPr id="48" name="Group 48"/>
                        <wpg:cNvGrpSpPr/>
                        <wpg:grpSpPr bwMode="auto">
                          <a:xfrm>
                            <a:off x="215900" y="6045200"/>
                            <a:ext cx="254000" cy="254000"/>
                            <a:chOff x="0" y="0"/>
                            <a:chExt cx="400" cy="400"/>
                          </a:xfrm>
                        </wpg:grpSpPr>
                        <wps:wsp>
                          <wps:cNvPr id="55" name="Oval 55"/>
                          <wps:cNvSpPr>
                            <a:spLocks noChangeAspect="1" noChangeArrowheads="1"/>
                          </wps:cNvSpPr>
                          <wps:spPr bwMode="auto">
                            <a:xfrm>
                              <a:off x="40" y="40"/>
                              <a:ext cx="340" cy="32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Text Box 122"/>
                          <wps:cNvSpPr txBox="1">
                            <a:spLocks noChangeAspect="1" noChangeArrowheads="1"/>
                          </wps:cNvSpPr>
                          <wps:spPr bwMode="auto">
                            <a:xfrm>
                              <a:off x="0" y="0"/>
                              <a:ext cx="400" cy="4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16A3" w:rsidRDefault="00F916A3" w:rsidP="004660BE">
                                <w:pPr>
                                  <w:spacing w:before="0" w:after="0"/>
                                  <w:jc w:val="center"/>
                                  <w:rPr>
                                    <w:rFonts w:cs="Arial"/>
                                    <w:b/>
                                    <w:bCs/>
                                    <w:color w:val="FFFFFF"/>
                                  </w:rPr>
                                </w:pPr>
                                <w:r>
                                  <w:rPr>
                                    <w:rFonts w:cs="Arial"/>
                                    <w:b/>
                                    <w:bCs/>
                                    <w:color w:val="FFFFFF"/>
                                  </w:rPr>
                                  <w:t>7</w:t>
                                </w:r>
                              </w:p>
                            </w:txbxContent>
                          </wps:txbx>
                          <wps:bodyPr rot="0" vert="horz" wrap="square" lIns="91440" tIns="45720" rIns="91440" bIns="45720" anchor="t" anchorCtr="0" upright="1">
                            <a:noAutofit/>
                          </wps:bodyPr>
                        </wps:wsp>
                      </wpg:grpSp>
                    </wpg:wgp>
                  </a:graphicData>
                </a:graphic>
              </wp:anchor>
            </w:drawing>
          </mc:Choice>
          <mc:Fallback xmlns:cx2="http://schemas.microsoft.com/office/drawing/2015/10/21/chartex" xmlns:cx1="http://schemas.microsoft.com/office/drawing/2015/9/8/chartex">
            <w:pict>
              <v:group id="Group 23" o:spid="_x0000_s1031" style="position:absolute;margin-left:3.3pt;margin-top:26.75pt;width:479.05pt;height:578.75pt;z-index:251661312" coordsize="60840,73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">
                <v:line id="Straight Connector 24" o:spid="_x0000_s1032" style="position:absolute;visibility:visible;mso-wrap-style:square" from="0,0" to="608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" strokecolor="#c00000"/>
                <v:shape id="Text Box 26" o:spid="_x0000_s1033" type="#_x0000_t202" style="position:absolute;left:4826;top:3302;width:48387;height:70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rsidR="00F916A3" w:rsidRPr="00F748B3" w:rsidRDefault="00F916A3" w:rsidP="00F748B3">
                        <w:pPr>
                          <w:spacing w:after="240"/>
                        </w:pPr>
                        <w:r w:rsidRPr="00F748B3">
                          <w:rPr>
                            <w:rFonts w:cs="Arial"/>
                          </w:rPr>
                          <w:t xml:space="preserve">The following </w:t>
                        </w:r>
                        <w:r w:rsidRPr="00F748B3">
                          <w:rPr>
                            <w:rFonts w:cs="Arial"/>
                            <w:b/>
                            <w:i/>
                          </w:rPr>
                          <w:t>Groups</w:t>
                        </w:r>
                        <w:r w:rsidRPr="00F748B3">
                          <w:rPr>
                            <w:sz w:val="22"/>
                          </w:rPr>
                          <w:t xml:space="preserve"> </w:t>
                        </w:r>
                        <w:r w:rsidRPr="00F748B3">
                          <w:t xml:space="preserve">appear on the </w:t>
                        </w:r>
                        <w:r>
                          <w:rPr>
                            <w:b/>
                            <w:i/>
                          </w:rPr>
                          <w:t>Animations</w:t>
                        </w:r>
                        <w:r w:rsidRPr="00F748B3">
                          <w:t xml:space="preserve"> tab:</w:t>
                        </w:r>
                      </w:p>
                      <w:p w:rsidR="00F916A3" w:rsidRDefault="00F916A3" w:rsidP="00F748B3">
                        <w:pPr>
                          <w:tabs>
                            <w:tab w:val="right" w:leader="underscore" w:pos="7088"/>
                          </w:tabs>
                          <w:spacing w:line="360" w:lineRule="auto"/>
                          <w:rPr>
                            <w:sz w:val="18"/>
                          </w:rPr>
                        </w:pPr>
                        <w:r>
                          <w:rPr>
                            <w:sz w:val="18"/>
                          </w:rPr>
                          <w:tab/>
                        </w:r>
                      </w:p>
                      <w:p w:rsidR="00F916A3" w:rsidRDefault="00F916A3" w:rsidP="00F748B3">
                        <w:pPr>
                          <w:tabs>
                            <w:tab w:val="right" w:leader="underscore" w:pos="7088"/>
                          </w:tabs>
                          <w:spacing w:line="360" w:lineRule="auto"/>
                          <w:rPr>
                            <w:sz w:val="18"/>
                          </w:rPr>
                        </w:pPr>
                        <w:r>
                          <w:rPr>
                            <w:sz w:val="18"/>
                          </w:rPr>
                          <w:tab/>
                        </w:r>
                      </w:p>
                      <w:p w:rsidR="00F916A3" w:rsidRDefault="00F916A3" w:rsidP="00F748B3">
                        <w:pPr>
                          <w:tabs>
                            <w:tab w:val="right" w:leader="underscore" w:pos="7088"/>
                          </w:tabs>
                          <w:spacing w:line="360" w:lineRule="auto"/>
                          <w:rPr>
                            <w:sz w:val="18"/>
                          </w:rPr>
                        </w:pPr>
                        <w:r>
                          <w:rPr>
                            <w:sz w:val="18"/>
                          </w:rPr>
                          <w:tab/>
                        </w:r>
                      </w:p>
                      <w:p w:rsidR="00F916A3" w:rsidRDefault="00F916A3" w:rsidP="00F748B3">
                        <w:pPr>
                          <w:tabs>
                            <w:tab w:val="right" w:leader="underscore" w:pos="7088"/>
                          </w:tabs>
                          <w:spacing w:line="360" w:lineRule="auto"/>
                          <w:rPr>
                            <w:sz w:val="18"/>
                          </w:rPr>
                        </w:pPr>
                        <w:r>
                          <w:rPr>
                            <w:sz w:val="18"/>
                          </w:rPr>
                          <w:tab/>
                        </w:r>
                      </w:p>
                      <w:p w:rsidR="00F916A3" w:rsidRDefault="00F916A3" w:rsidP="00F748B3">
                        <w:pPr>
                          <w:tabs>
                            <w:tab w:val="right" w:leader="underscore" w:pos="7088"/>
                          </w:tabs>
                          <w:spacing w:before="240" w:after="240"/>
                        </w:pPr>
                        <w:r>
                          <w:t xml:space="preserve">The following controls on the </w:t>
                        </w:r>
                        <w:r>
                          <w:rPr>
                            <w:b/>
                            <w:i/>
                          </w:rPr>
                          <w:t>Font</w:t>
                        </w:r>
                        <w:r>
                          <w:t xml:space="preserve"> tab of the </w:t>
                        </w:r>
                        <w:r>
                          <w:rPr>
                            <w:b/>
                            <w:i/>
                          </w:rPr>
                          <w:t>Font</w:t>
                        </w:r>
                        <w:r>
                          <w:t xml:space="preserve"> dialog box have drop arrows:</w:t>
                        </w:r>
                      </w:p>
                      <w:p w:rsidR="00F916A3" w:rsidRDefault="00F916A3" w:rsidP="00F748B3">
                        <w:pPr>
                          <w:tabs>
                            <w:tab w:val="right" w:leader="underscore" w:pos="7088"/>
                          </w:tabs>
                          <w:spacing w:line="360" w:lineRule="auto"/>
                        </w:pPr>
                        <w:r>
                          <w:tab/>
                        </w:r>
                      </w:p>
                      <w:p w:rsidR="00F916A3" w:rsidRDefault="00F916A3" w:rsidP="00F748B3">
                        <w:pPr>
                          <w:tabs>
                            <w:tab w:val="right" w:leader="underscore" w:pos="7088"/>
                          </w:tabs>
                          <w:spacing w:line="360" w:lineRule="auto"/>
                        </w:pPr>
                        <w:r>
                          <w:tab/>
                        </w:r>
                      </w:p>
                      <w:p w:rsidR="00F916A3" w:rsidRDefault="00F916A3" w:rsidP="00F748B3">
                        <w:pPr>
                          <w:tabs>
                            <w:tab w:val="right" w:leader="underscore" w:pos="7088"/>
                          </w:tabs>
                          <w:spacing w:line="360" w:lineRule="auto"/>
                        </w:pPr>
                        <w:r>
                          <w:tab/>
                        </w:r>
                      </w:p>
                      <w:p w:rsidR="00F916A3" w:rsidRDefault="00F916A3" w:rsidP="00F748B3">
                        <w:pPr>
                          <w:tabs>
                            <w:tab w:val="right" w:leader="underscore" w:pos="7088"/>
                          </w:tabs>
                          <w:spacing w:line="360" w:lineRule="auto"/>
                        </w:pPr>
                        <w:r>
                          <w:tab/>
                        </w:r>
                      </w:p>
                      <w:p w:rsidR="00F916A3" w:rsidRDefault="00F916A3" w:rsidP="00F748B3">
                        <w:pPr>
                          <w:tabs>
                            <w:tab w:val="right" w:leader="underscore" w:pos="7088"/>
                          </w:tabs>
                          <w:spacing w:line="360" w:lineRule="auto"/>
                        </w:pPr>
                        <w:r>
                          <w:tab/>
                        </w:r>
                      </w:p>
                      <w:p w:rsidR="00F916A3" w:rsidRDefault="00F916A3" w:rsidP="00F748B3">
                        <w:pPr>
                          <w:tabs>
                            <w:tab w:val="right" w:leader="underscore" w:pos="7088"/>
                          </w:tabs>
                          <w:spacing w:before="240" w:after="240"/>
                        </w:pPr>
                        <w:r>
                          <w:t>The following commands appear on the shortcut menu for the slide:</w:t>
                        </w:r>
                      </w:p>
                      <w:p w:rsidR="00F916A3" w:rsidRDefault="00F916A3" w:rsidP="00433281">
                        <w:pPr>
                          <w:tabs>
                            <w:tab w:val="left" w:leader="underscore" w:pos="3119"/>
                            <w:tab w:val="left" w:pos="3969"/>
                            <w:tab w:val="right" w:leader="underscore" w:pos="7088"/>
                          </w:tabs>
                          <w:spacing w:line="360" w:lineRule="auto"/>
                        </w:pPr>
                        <w:r>
                          <w:tab/>
                        </w:r>
                        <w:r>
                          <w:tab/>
                        </w:r>
                        <w:r>
                          <w:tab/>
                        </w:r>
                      </w:p>
                      <w:p w:rsidR="00F916A3" w:rsidRDefault="00F916A3" w:rsidP="00433281">
                        <w:pPr>
                          <w:tabs>
                            <w:tab w:val="left" w:leader="underscore" w:pos="3119"/>
                            <w:tab w:val="left" w:pos="3969"/>
                            <w:tab w:val="right" w:leader="underscore" w:pos="7088"/>
                          </w:tabs>
                          <w:spacing w:line="360" w:lineRule="auto"/>
                        </w:pPr>
                        <w:r>
                          <w:tab/>
                        </w:r>
                        <w:r>
                          <w:tab/>
                        </w:r>
                        <w:r>
                          <w:tab/>
                        </w:r>
                      </w:p>
                      <w:p w:rsidR="00F916A3" w:rsidRDefault="00F916A3" w:rsidP="00433281">
                        <w:pPr>
                          <w:tabs>
                            <w:tab w:val="left" w:leader="underscore" w:pos="3119"/>
                            <w:tab w:val="left" w:pos="3969"/>
                            <w:tab w:val="right" w:leader="underscore" w:pos="7088"/>
                          </w:tabs>
                          <w:spacing w:line="360" w:lineRule="auto"/>
                        </w:pPr>
                        <w:r>
                          <w:tab/>
                        </w:r>
                        <w:r>
                          <w:tab/>
                        </w:r>
                        <w:r>
                          <w:tab/>
                        </w:r>
                      </w:p>
                      <w:p w:rsidR="00F916A3" w:rsidRDefault="00F916A3" w:rsidP="00F53B73">
                        <w:pPr>
                          <w:tabs>
                            <w:tab w:val="right" w:leader="underscore" w:pos="7088"/>
                          </w:tabs>
                          <w:spacing w:before="240" w:after="240"/>
                        </w:pPr>
                        <w:r>
                          <w:t xml:space="preserve">The following commands and keytips are found on the </w:t>
                        </w:r>
                        <w:r>
                          <w:rPr>
                            <w:b/>
                            <w:i/>
                          </w:rPr>
                          <w:t>Design</w:t>
                        </w:r>
                        <w:r>
                          <w:t xml:space="preserve"> tab:</w:t>
                        </w:r>
                      </w:p>
                      <w:p w:rsidR="00F916A3" w:rsidRDefault="00F916A3" w:rsidP="00433281">
                        <w:pPr>
                          <w:tabs>
                            <w:tab w:val="left" w:pos="3686"/>
                            <w:tab w:val="right" w:leader="underscore" w:pos="7088"/>
                          </w:tabs>
                          <w:spacing w:line="360" w:lineRule="auto"/>
                        </w:pPr>
                        <w:r>
                          <w:rPr>
                            <w:b/>
                            <w:i/>
                          </w:rPr>
                          <w:t>Themes</w:t>
                        </w:r>
                        <w:r>
                          <w:t xml:space="preserve"> has the keytip: </w:t>
                        </w:r>
                        <w:r>
                          <w:tab/>
                        </w:r>
                        <w:r>
                          <w:tab/>
                        </w:r>
                      </w:p>
                      <w:p w:rsidR="00F916A3" w:rsidRDefault="00F916A3" w:rsidP="00433281">
                        <w:pPr>
                          <w:tabs>
                            <w:tab w:val="left" w:pos="3686"/>
                            <w:tab w:val="right" w:leader="underscore" w:pos="7088"/>
                          </w:tabs>
                          <w:spacing w:line="360" w:lineRule="auto"/>
                        </w:pPr>
                        <w:r>
                          <w:rPr>
                            <w:b/>
                            <w:i/>
                          </w:rPr>
                          <w:t>Variants</w:t>
                        </w:r>
                        <w:r>
                          <w:t xml:space="preserve"> has the keytip: </w:t>
                        </w:r>
                        <w:r>
                          <w:tab/>
                        </w:r>
                        <w:r>
                          <w:tab/>
                        </w:r>
                      </w:p>
                      <w:p w:rsidR="00F916A3" w:rsidRDefault="00F916A3" w:rsidP="00433281">
                        <w:pPr>
                          <w:tabs>
                            <w:tab w:val="left" w:pos="3686"/>
                            <w:tab w:val="right" w:leader="underscore" w:pos="7088"/>
                          </w:tabs>
                          <w:spacing w:line="360" w:lineRule="auto"/>
                        </w:pPr>
                        <w:r>
                          <w:rPr>
                            <w:b/>
                            <w:i/>
                          </w:rPr>
                          <w:t>Slide Size</w:t>
                        </w:r>
                        <w:r>
                          <w:t xml:space="preserve"> has the keytip: </w:t>
                        </w:r>
                        <w:r>
                          <w:tab/>
                        </w:r>
                        <w:r>
                          <w:tab/>
                        </w:r>
                      </w:p>
                      <w:p w:rsidR="00F916A3" w:rsidRDefault="00F916A3" w:rsidP="00433281">
                        <w:pPr>
                          <w:tabs>
                            <w:tab w:val="left" w:pos="3686"/>
                            <w:tab w:val="right" w:leader="underscore" w:pos="7088"/>
                          </w:tabs>
                          <w:spacing w:line="360" w:lineRule="auto"/>
                        </w:pPr>
                        <w:r w:rsidRPr="00433281">
                          <w:rPr>
                            <w:b/>
                            <w:i/>
                          </w:rPr>
                          <w:t>Format Background</w:t>
                        </w:r>
                        <w:r>
                          <w:t xml:space="preserve"> has the keytip:</w:t>
                        </w:r>
                        <w:r>
                          <w:tab/>
                        </w:r>
                        <w:r>
                          <w:tab/>
                        </w:r>
                      </w:p>
                      <w:p w:rsidR="00F916A3" w:rsidRDefault="00F916A3" w:rsidP="00433281">
                        <w:pPr>
                          <w:tabs>
                            <w:tab w:val="right" w:leader="underscore" w:pos="7088"/>
                          </w:tabs>
                          <w:spacing w:before="240" w:after="240"/>
                        </w:pPr>
                        <w:r>
                          <w:t xml:space="preserve">The following options are listed under </w:t>
                        </w:r>
                        <w:r>
                          <w:rPr>
                            <w:b/>
                            <w:i/>
                          </w:rPr>
                          <w:t>Share</w:t>
                        </w:r>
                        <w:r>
                          <w:t xml:space="preserve"> in </w:t>
                        </w:r>
                        <w:r>
                          <w:rPr>
                            <w:b/>
                            <w:i/>
                          </w:rPr>
                          <w:t>Backstage view</w:t>
                        </w:r>
                        <w:r>
                          <w:t>:</w:t>
                        </w:r>
                      </w:p>
                      <w:p w:rsidR="00F916A3" w:rsidRDefault="00F916A3" w:rsidP="00433281">
                        <w:pPr>
                          <w:tabs>
                            <w:tab w:val="left" w:leader="underscore" w:pos="3119"/>
                            <w:tab w:val="left" w:pos="3969"/>
                            <w:tab w:val="right" w:leader="underscore" w:pos="7088"/>
                          </w:tabs>
                          <w:spacing w:line="360" w:lineRule="auto"/>
                        </w:pPr>
                        <w:r>
                          <w:tab/>
                        </w:r>
                        <w:r>
                          <w:tab/>
                        </w:r>
                        <w:r>
                          <w:tab/>
                        </w:r>
                      </w:p>
                      <w:p w:rsidR="00F916A3" w:rsidRDefault="00F916A3" w:rsidP="00433281">
                        <w:pPr>
                          <w:tabs>
                            <w:tab w:val="left" w:leader="underscore" w:pos="3119"/>
                            <w:tab w:val="left" w:pos="3969"/>
                            <w:tab w:val="right" w:leader="underscore" w:pos="7088"/>
                          </w:tabs>
                          <w:spacing w:line="360" w:lineRule="auto"/>
                        </w:pPr>
                        <w:r>
                          <w:tab/>
                        </w:r>
                        <w:r>
                          <w:tab/>
                        </w:r>
                        <w:r>
                          <w:tab/>
                        </w:r>
                      </w:p>
                      <w:p w:rsidR="00F916A3" w:rsidRPr="00433281" w:rsidRDefault="00F916A3" w:rsidP="00433281">
                        <w:pPr>
                          <w:tabs>
                            <w:tab w:val="left" w:leader="underscore" w:pos="3119"/>
                            <w:tab w:val="left" w:pos="3969"/>
                            <w:tab w:val="right" w:leader="underscore" w:pos="7088"/>
                          </w:tabs>
                          <w:spacing w:line="360" w:lineRule="auto"/>
                        </w:pPr>
                        <w:r>
                          <w:tab/>
                        </w:r>
                        <w:r>
                          <w:tab/>
                        </w:r>
                        <w:r>
                          <w:tab/>
                        </w:r>
                      </w:p>
                    </w:txbxContent>
                  </v:textbox>
                </v:shape>
                <v:group id="Group 27" o:spid="_x0000_s1034" style="position:absolute;left:2159;top:3683;width:2540;height:2540" coordsize="40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oval id="Oval 28" o:spid="_x0000_s1035" style="position:absolute;left:40;top:40;width:34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" fillcolor="#c00000" stroked="f">
                    <o:lock v:ext="edit" aspectratio="t"/>
                  </v:oval>
                  <v:shape id="Text Box 122" o:spid="_x0000_s1036" type="#_x0000_t202" style="position:absolute;width:4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" filled="f" fillcolor="black" stroked="f">
                    <o:lock v:ext="edit" aspectratio="t"/>
                    <v:textbox>
                      <w:txbxContent>
                        <w:p w:rsidR="00F916A3" w:rsidRDefault="00F916A3" w:rsidP="004660BE">
                          <w:pPr>
                            <w:spacing w:before="0" w:after="0"/>
                            <w:jc w:val="center"/>
                            <w:rPr>
                              <w:rFonts w:cs="Arial"/>
                              <w:b/>
                              <w:bCs/>
                              <w:color w:val="FFFFFF"/>
                            </w:rPr>
                          </w:pPr>
                          <w:r>
                            <w:rPr>
                              <w:rFonts w:cs="Arial"/>
                              <w:b/>
                              <w:bCs/>
                              <w:color w:val="FFFFFF"/>
                            </w:rPr>
                            <w:t>2</w:t>
                          </w:r>
                        </w:p>
                      </w:txbxContent>
                    </v:textbox>
                  </v:shape>
                </v:group>
                <v:group id="Group 31" o:spid="_x0000_s1037" style="position:absolute;left:2159;top:17145;width:2540;height:2540" coordsize="40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oval id="Oval 32" o:spid="_x0000_s1038" style="position:absolute;left:40;top:40;width:34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" fillcolor="#c00000" stroked="f">
                    <o:lock v:ext="edit" aspectratio="t"/>
                  </v:oval>
                  <v:shape id="Text Box 122" o:spid="_x0000_s1039" type="#_x0000_t202" style="position:absolute;width:4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" filled="f" fillcolor="black" stroked="f">
                    <o:lock v:ext="edit" aspectratio="t"/>
                    <v:textbox>
                      <w:txbxContent>
                        <w:p w:rsidR="00F916A3" w:rsidRDefault="00F916A3" w:rsidP="004660BE">
                          <w:pPr>
                            <w:spacing w:before="0" w:after="0"/>
                            <w:jc w:val="center"/>
                            <w:rPr>
                              <w:rFonts w:cs="Arial"/>
                              <w:b/>
                              <w:bCs/>
                              <w:color w:val="FFFFFF"/>
                            </w:rPr>
                          </w:pPr>
                          <w:r>
                            <w:rPr>
                              <w:rFonts w:cs="Arial"/>
                              <w:b/>
                              <w:bCs/>
                              <w:color w:val="FFFFFF"/>
                            </w:rPr>
                            <w:t>3</w:t>
                          </w:r>
                        </w:p>
                      </w:txbxContent>
                    </v:textbox>
                  </v:shape>
                </v:group>
                <v:group id="Group 34" o:spid="_x0000_s1040" style="position:absolute;left:2159;top:34163;width:2540;height:2540" coordsize="40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oval id="Oval 35" o:spid="_x0000_s1041" style="position:absolute;left:40;top:40;width:34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" fillcolor="#c00000" stroked="f">
                    <o:lock v:ext="edit" aspectratio="t"/>
                  </v:oval>
                  <v:shape id="Text Box 122" o:spid="_x0000_s1042" type="#_x0000_t202" style="position:absolute;width:4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" filled="f" fillcolor="black" stroked="f">
                    <o:lock v:ext="edit" aspectratio="t"/>
                    <v:textbox>
                      <w:txbxContent>
                        <w:p w:rsidR="00F916A3" w:rsidRDefault="00F916A3" w:rsidP="004660BE">
                          <w:pPr>
                            <w:spacing w:before="0" w:after="0"/>
                            <w:jc w:val="center"/>
                            <w:rPr>
                              <w:rFonts w:cs="Arial"/>
                              <w:b/>
                              <w:bCs/>
                              <w:color w:val="FFFFFF"/>
                            </w:rPr>
                          </w:pPr>
                          <w:r>
                            <w:rPr>
                              <w:rFonts w:cs="Arial"/>
                              <w:b/>
                              <w:bCs/>
                              <w:color w:val="FFFFFF"/>
                            </w:rPr>
                            <w:t>5</w:t>
                          </w:r>
                        </w:p>
                      </w:txbxContent>
                    </v:textbox>
                  </v:shape>
                </v:group>
                <v:group id="Group 37" o:spid="_x0000_s1043" style="position:absolute;left:2159;top:45974;width:2540;height:2540" coordsize="40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oval id="Oval 38" o:spid="_x0000_s1044" style="position:absolute;left:40;top:40;width:34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" fillcolor="#c00000" stroked="f">
                    <o:lock v:ext="edit" aspectratio="t"/>
                  </v:oval>
                  <v:shape id="Text Box 122" o:spid="_x0000_s1045" type="#_x0000_t202" style="position:absolute;width:4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" filled="f" fillcolor="black" stroked="f">
                    <o:lock v:ext="edit" aspectratio="t"/>
                    <v:textbox>
                      <w:txbxContent>
                        <w:p w:rsidR="00F916A3" w:rsidRDefault="00F916A3" w:rsidP="004660BE">
                          <w:pPr>
                            <w:spacing w:before="0" w:after="0"/>
                            <w:jc w:val="center"/>
                            <w:rPr>
                              <w:rFonts w:cs="Arial"/>
                              <w:b/>
                              <w:bCs/>
                              <w:color w:val="FFFFFF"/>
                            </w:rPr>
                          </w:pPr>
                          <w:r>
                            <w:rPr>
                              <w:rFonts w:cs="Arial"/>
                              <w:b/>
                              <w:bCs/>
                              <w:color w:val="FFFFFF"/>
                            </w:rPr>
                            <w:t>6</w:t>
                          </w:r>
                        </w:p>
                      </w:txbxContent>
                    </v:textbox>
                  </v:shape>
                </v:group>
                <v:group id="Group 48" o:spid="_x0000_s1046" style="position:absolute;left:2159;top:60452;width:2540;height:2540" coordsize="40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oval id="Oval 55" o:spid="_x0000_s1047" style="position:absolute;left:40;top:40;width:34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" fillcolor="#c00000" stroked="f">
                    <o:lock v:ext="edit" aspectratio="t"/>
                  </v:oval>
                  <v:shape id="Text Box 122" o:spid="_x0000_s1048" type="#_x0000_t202" style="position:absolute;width:4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" filled="f" fillcolor="black" stroked="f">
                    <o:lock v:ext="edit" aspectratio="t"/>
                    <v:textbox>
                      <w:txbxContent>
                        <w:p w:rsidR="00F916A3" w:rsidRDefault="00F916A3" w:rsidP="004660BE">
                          <w:pPr>
                            <w:spacing w:before="0" w:after="0"/>
                            <w:jc w:val="center"/>
                            <w:rPr>
                              <w:rFonts w:cs="Arial"/>
                              <w:b/>
                              <w:bCs/>
                              <w:color w:val="FFFFFF"/>
                            </w:rPr>
                          </w:pPr>
                          <w:r>
                            <w:rPr>
                              <w:rFonts w:cs="Arial"/>
                              <w:b/>
                              <w:bCs/>
                              <w:color w:val="FFFFFF"/>
                            </w:rPr>
                            <w:t>7</w:t>
                          </w:r>
                        </w:p>
                      </w:txbxContent>
                    </v:textbox>
                  </v:shape>
                </v:group>
              </v:group>
            </w:pict>
          </mc:Fallback>
        </mc:AlternateContent>
      </w:r>
    </w:p>
    <w:p w:rsidR="00E70094" w:rsidRPr="00F916A3" w:rsidRDefault="00E70094" w:rsidP="00F916A3"/>
    <w:sectPr w:rsidR="00E70094" w:rsidRPr="00F916A3" w:rsidSect="00F916A3">
      <w:headerReference w:type="even" r:id="rId8"/>
      <w:headerReference w:type="default" r:id="rId9"/>
      <w:footerReference w:type="even" r:id="rId10"/>
      <w:footerReference w:type="default" r:id="rId11"/>
      <w:headerReference w:type="first" r:id="rId12"/>
      <w:footerReference w:type="first" r:id="rId13"/>
      <w:pgSz w:w="11907" w:h="16839" w:code="9"/>
      <w:pgMar w:top="964" w:right="1134" w:bottom="1440"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F12" w:rsidRDefault="00A56F12">
      <w:r>
        <w:separator/>
      </w:r>
    </w:p>
  </w:endnote>
  <w:endnote w:type="continuationSeparator" w:id="0">
    <w:p w:rsidR="00A56F12" w:rsidRDefault="00A5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Numbers">
    <w:panose1 w:val="020B0603050302020204"/>
    <w:charset w:val="02"/>
    <w:family w:val="swiss"/>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CA1" w:rsidRDefault="00A56F1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D0D" w:rsidRDefault="007554D0" w:rsidP="00CD1CA1">
    <w:pPr>
      <w:pStyle w:val="Footer"/>
    </w:pPr>
    <w:r>
      <w:t xml:space="preserve">Dynamic Web </w:t>
    </w:r>
    <w:r>
      <w:t>Training</w:t>
    </w:r>
    <w:bookmarkStart w:id="3" w:name="_GoBack"/>
    <w:bookmarkEnd w:id="3"/>
    <w:r w:rsidR="00F916A3">
      <w:tab/>
      <w:t xml:space="preserve">Page </w:t>
    </w:r>
    <w:r w:rsidR="00F916A3">
      <w:fldChar w:fldCharType="begin"/>
    </w:r>
    <w:r w:rsidR="00F916A3">
      <w:instrText xml:space="preserve"> PAGE  \* MERGEFORMAT </w:instrText>
    </w:r>
    <w:r w:rsidR="00F916A3">
      <w:fldChar w:fldCharType="separate"/>
    </w:r>
    <w:r>
      <w:rPr>
        <w:noProof/>
      </w:rPr>
      <w:t>2</w:t>
    </w:r>
    <w:r w:rsidR="00F916A3">
      <w:fldChar w:fldCharType="end"/>
    </w:r>
    <w:r w:rsidR="00F916A3">
      <w:tab/>
      <w:t>Chapter 1 - Challenge Exercise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CA1" w:rsidRDefault="00A56F1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F12" w:rsidRDefault="00A56F12">
      <w:r>
        <w:separator/>
      </w:r>
    </w:p>
  </w:footnote>
  <w:footnote w:type="continuationSeparator" w:id="0">
    <w:p w:rsidR="00A56F12" w:rsidRDefault="00A56F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CA1" w:rsidRDefault="00A56F1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D0D" w:rsidRDefault="00F916A3" w:rsidP="00510E30">
    <w:pPr>
      <w:pStyle w:val="Header"/>
      <w:tabs>
        <w:tab w:val="clear" w:pos="8306"/>
        <w:tab w:val="right" w:pos="9639"/>
      </w:tabs>
    </w:pPr>
    <w:r>
      <w:t>Microsoft PowerPoint 2016 - Level 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CA1" w:rsidRDefault="00A56F1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21A0DF4"/>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lowerRoman"/>
      <w:lvlText w:val="%3)"/>
      <w:lvlJc w:val="left"/>
      <w:pPr>
        <w:tabs>
          <w:tab w:val="num" w:pos="1077"/>
        </w:tabs>
        <w:ind w:left="1077" w:hanging="357"/>
      </w:pPr>
    </w:lvl>
    <w:lvl w:ilvl="3">
      <w:start w:val="1"/>
      <w:numFmt w:val="decimal"/>
      <w:lvlText w:val="(%4)"/>
      <w:lvlJc w:val="left"/>
      <w:pPr>
        <w:tabs>
          <w:tab w:val="num" w:pos="1440"/>
        </w:tabs>
        <w:ind w:left="1440" w:hanging="363"/>
      </w:pPr>
    </w:lvl>
    <w:lvl w:ilvl="4">
      <w:start w:val="1"/>
      <w:numFmt w:val="lowerLetter"/>
      <w:lvlText w:val="(%5)"/>
      <w:lvlJc w:val="left"/>
      <w:pPr>
        <w:tabs>
          <w:tab w:val="num" w:pos="1797"/>
        </w:tabs>
        <w:ind w:left="1797" w:hanging="357"/>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57"/>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57"/>
      </w:pPr>
    </w:lvl>
  </w:abstractNum>
  <w:abstractNum w:abstractNumId="1" w15:restartNumberingAfterBreak="0">
    <w:nsid w:val="030213DA"/>
    <w:multiLevelType w:val="hybridMultilevel"/>
    <w:tmpl w:val="75026996"/>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816AA7"/>
    <w:multiLevelType w:val="singleLevel"/>
    <w:tmpl w:val="6F5C833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5C4786"/>
    <w:multiLevelType w:val="hybridMultilevel"/>
    <w:tmpl w:val="5E9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F4F5F94"/>
    <w:multiLevelType w:val="hybridMultilevel"/>
    <w:tmpl w:val="DBE2E7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9137CA7"/>
    <w:multiLevelType w:val="hybridMultilevel"/>
    <w:tmpl w:val="E93EA6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D514615"/>
    <w:multiLevelType w:val="hybridMultilevel"/>
    <w:tmpl w:val="750269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759009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C96757E"/>
    <w:multiLevelType w:val="hybridMultilevel"/>
    <w:tmpl w:val="49CA19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DFA08FC"/>
    <w:multiLevelType w:val="hybridMultilevel"/>
    <w:tmpl w:val="BAE0BFEC"/>
    <w:lvl w:ilvl="0" w:tplc="FFFFFFFF">
      <w:start w:val="1"/>
      <w:numFmt w:val="bullet"/>
      <w:pStyle w:val="Outcome"/>
      <w:lvlText w:val=""/>
      <w:lvlJc w:val="left"/>
      <w:pPr>
        <w:tabs>
          <w:tab w:val="num" w:pos="644"/>
        </w:tabs>
        <w:ind w:left="624" w:hanging="340"/>
      </w:pPr>
      <w:rPr>
        <w:rFonts w:ascii="Symbol" w:hAnsi="Symbol" w:hint="default"/>
      </w:rPr>
    </w:lvl>
    <w:lvl w:ilvl="1" w:tplc="FFFFFFFF">
      <w:start w:val="1"/>
      <w:numFmt w:val="bullet"/>
      <w:lvlText w:val=""/>
      <w:lvlJc w:val="left"/>
      <w:pPr>
        <w:tabs>
          <w:tab w:val="num" w:pos="1440"/>
        </w:tabs>
        <w:ind w:left="1080" w:firstLine="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0"/>
  </w:num>
  <w:num w:numId="4">
    <w:abstractNumId w:val="6"/>
  </w:num>
  <w:num w:numId="5">
    <w:abstractNumId w:val="6"/>
  </w:num>
  <w:num w:numId="6">
    <w:abstractNumId w:val="6"/>
  </w:num>
  <w:num w:numId="7">
    <w:abstractNumId w:val="1"/>
  </w:num>
  <w:num w:numId="8">
    <w:abstractNumId w:val="9"/>
  </w:num>
  <w:num w:numId="9">
    <w:abstractNumId w:val="4"/>
  </w:num>
  <w:num w:numId="10">
    <w:abstractNumId w:val="3"/>
  </w:num>
  <w:num w:numId="11">
    <w:abstractNumId w:val="5"/>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eaeaea,#ddd,#ffc,#3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4B"/>
    <w:rsid w:val="00032D8C"/>
    <w:rsid w:val="0003627C"/>
    <w:rsid w:val="00043464"/>
    <w:rsid w:val="00045EA8"/>
    <w:rsid w:val="0005206C"/>
    <w:rsid w:val="00052599"/>
    <w:rsid w:val="00053614"/>
    <w:rsid w:val="00066BD9"/>
    <w:rsid w:val="000738F9"/>
    <w:rsid w:val="00073CDA"/>
    <w:rsid w:val="0007501C"/>
    <w:rsid w:val="0007525F"/>
    <w:rsid w:val="000760D5"/>
    <w:rsid w:val="00082BAF"/>
    <w:rsid w:val="0009096B"/>
    <w:rsid w:val="00094C80"/>
    <w:rsid w:val="0009724E"/>
    <w:rsid w:val="000C53B3"/>
    <w:rsid w:val="000C5E58"/>
    <w:rsid w:val="000D3D3F"/>
    <w:rsid w:val="000D4C6A"/>
    <w:rsid w:val="000D7333"/>
    <w:rsid w:val="000E0733"/>
    <w:rsid w:val="000F513F"/>
    <w:rsid w:val="00100476"/>
    <w:rsid w:val="0010553D"/>
    <w:rsid w:val="0013664E"/>
    <w:rsid w:val="00137959"/>
    <w:rsid w:val="00137BDF"/>
    <w:rsid w:val="001479F1"/>
    <w:rsid w:val="00170712"/>
    <w:rsid w:val="00173A3F"/>
    <w:rsid w:val="001813FD"/>
    <w:rsid w:val="00194DBB"/>
    <w:rsid w:val="001B061E"/>
    <w:rsid w:val="001B06E4"/>
    <w:rsid w:val="001C3DD9"/>
    <w:rsid w:val="001D1B3D"/>
    <w:rsid w:val="001E00EF"/>
    <w:rsid w:val="001F186F"/>
    <w:rsid w:val="001F4D4B"/>
    <w:rsid w:val="00200C5F"/>
    <w:rsid w:val="00211820"/>
    <w:rsid w:val="00211FCA"/>
    <w:rsid w:val="00213E11"/>
    <w:rsid w:val="002505F3"/>
    <w:rsid w:val="00250F54"/>
    <w:rsid w:val="00251169"/>
    <w:rsid w:val="00252925"/>
    <w:rsid w:val="00257641"/>
    <w:rsid w:val="00257BD3"/>
    <w:rsid w:val="002645DE"/>
    <w:rsid w:val="00277EB9"/>
    <w:rsid w:val="002832E2"/>
    <w:rsid w:val="00283E32"/>
    <w:rsid w:val="002907A7"/>
    <w:rsid w:val="00292E8A"/>
    <w:rsid w:val="0029338C"/>
    <w:rsid w:val="002978B2"/>
    <w:rsid w:val="002F5096"/>
    <w:rsid w:val="00300D7E"/>
    <w:rsid w:val="003165F9"/>
    <w:rsid w:val="0033774F"/>
    <w:rsid w:val="003442B1"/>
    <w:rsid w:val="00364A6A"/>
    <w:rsid w:val="003C1CA5"/>
    <w:rsid w:val="003D0922"/>
    <w:rsid w:val="003D690F"/>
    <w:rsid w:val="003D76C6"/>
    <w:rsid w:val="003E2CE0"/>
    <w:rsid w:val="0040786A"/>
    <w:rsid w:val="00417194"/>
    <w:rsid w:val="004251D8"/>
    <w:rsid w:val="004344A6"/>
    <w:rsid w:val="00441CBF"/>
    <w:rsid w:val="00463C11"/>
    <w:rsid w:val="004806AB"/>
    <w:rsid w:val="00485B59"/>
    <w:rsid w:val="00496C00"/>
    <w:rsid w:val="004A6903"/>
    <w:rsid w:val="004B1E57"/>
    <w:rsid w:val="004B48CB"/>
    <w:rsid w:val="004B67CE"/>
    <w:rsid w:val="004E5286"/>
    <w:rsid w:val="004F7EEC"/>
    <w:rsid w:val="00500973"/>
    <w:rsid w:val="005147CC"/>
    <w:rsid w:val="005223F5"/>
    <w:rsid w:val="00522512"/>
    <w:rsid w:val="0055182E"/>
    <w:rsid w:val="00573D31"/>
    <w:rsid w:val="005774C5"/>
    <w:rsid w:val="005939D7"/>
    <w:rsid w:val="00594E4C"/>
    <w:rsid w:val="00596F4F"/>
    <w:rsid w:val="005A14A5"/>
    <w:rsid w:val="005A610A"/>
    <w:rsid w:val="005B4F8C"/>
    <w:rsid w:val="005B52CE"/>
    <w:rsid w:val="005D5705"/>
    <w:rsid w:val="005D64AE"/>
    <w:rsid w:val="005F28B7"/>
    <w:rsid w:val="00601181"/>
    <w:rsid w:val="0061005C"/>
    <w:rsid w:val="0062123D"/>
    <w:rsid w:val="0062256D"/>
    <w:rsid w:val="00624252"/>
    <w:rsid w:val="006319B5"/>
    <w:rsid w:val="0064092C"/>
    <w:rsid w:val="0064186E"/>
    <w:rsid w:val="00650050"/>
    <w:rsid w:val="00663E8D"/>
    <w:rsid w:val="00681352"/>
    <w:rsid w:val="00681B4B"/>
    <w:rsid w:val="00686E5C"/>
    <w:rsid w:val="006934CD"/>
    <w:rsid w:val="006A4B76"/>
    <w:rsid w:val="006C2DF2"/>
    <w:rsid w:val="006C68AB"/>
    <w:rsid w:val="006C7A6D"/>
    <w:rsid w:val="006D5B7C"/>
    <w:rsid w:val="006E3241"/>
    <w:rsid w:val="006F5558"/>
    <w:rsid w:val="006F5DFF"/>
    <w:rsid w:val="006F6349"/>
    <w:rsid w:val="00706A6B"/>
    <w:rsid w:val="007105FC"/>
    <w:rsid w:val="00733742"/>
    <w:rsid w:val="007554D0"/>
    <w:rsid w:val="00770F4A"/>
    <w:rsid w:val="00771911"/>
    <w:rsid w:val="007725FA"/>
    <w:rsid w:val="007857FE"/>
    <w:rsid w:val="00790234"/>
    <w:rsid w:val="007958C3"/>
    <w:rsid w:val="007964F3"/>
    <w:rsid w:val="007B37B0"/>
    <w:rsid w:val="007B7310"/>
    <w:rsid w:val="007C3A53"/>
    <w:rsid w:val="007C437A"/>
    <w:rsid w:val="007F43D2"/>
    <w:rsid w:val="007F4E33"/>
    <w:rsid w:val="008051B9"/>
    <w:rsid w:val="00821396"/>
    <w:rsid w:val="00824201"/>
    <w:rsid w:val="00841189"/>
    <w:rsid w:val="008423D0"/>
    <w:rsid w:val="00843ACD"/>
    <w:rsid w:val="00847054"/>
    <w:rsid w:val="00857485"/>
    <w:rsid w:val="00867F87"/>
    <w:rsid w:val="00870578"/>
    <w:rsid w:val="00875FA1"/>
    <w:rsid w:val="00885E71"/>
    <w:rsid w:val="008A1C6B"/>
    <w:rsid w:val="008A44C7"/>
    <w:rsid w:val="008B0BDB"/>
    <w:rsid w:val="008C0BF8"/>
    <w:rsid w:val="008C16E9"/>
    <w:rsid w:val="008D3A29"/>
    <w:rsid w:val="008D73BE"/>
    <w:rsid w:val="00900CC6"/>
    <w:rsid w:val="00900FBD"/>
    <w:rsid w:val="009066D1"/>
    <w:rsid w:val="00916037"/>
    <w:rsid w:val="00921171"/>
    <w:rsid w:val="009347D3"/>
    <w:rsid w:val="00937E4D"/>
    <w:rsid w:val="009410A7"/>
    <w:rsid w:val="009478F9"/>
    <w:rsid w:val="00963ACD"/>
    <w:rsid w:val="0096705F"/>
    <w:rsid w:val="00972628"/>
    <w:rsid w:val="009841CD"/>
    <w:rsid w:val="00984689"/>
    <w:rsid w:val="00986D2F"/>
    <w:rsid w:val="009A3065"/>
    <w:rsid w:val="009B4B02"/>
    <w:rsid w:val="009C2027"/>
    <w:rsid w:val="009F0487"/>
    <w:rsid w:val="009F7C96"/>
    <w:rsid w:val="00A06E2D"/>
    <w:rsid w:val="00A20C3B"/>
    <w:rsid w:val="00A529A6"/>
    <w:rsid w:val="00A53EA4"/>
    <w:rsid w:val="00A56F12"/>
    <w:rsid w:val="00A744F5"/>
    <w:rsid w:val="00AB7096"/>
    <w:rsid w:val="00AE3528"/>
    <w:rsid w:val="00AF24AB"/>
    <w:rsid w:val="00B043F0"/>
    <w:rsid w:val="00B04A2A"/>
    <w:rsid w:val="00B07021"/>
    <w:rsid w:val="00B134BB"/>
    <w:rsid w:val="00B13D83"/>
    <w:rsid w:val="00B22040"/>
    <w:rsid w:val="00B231C0"/>
    <w:rsid w:val="00B362B3"/>
    <w:rsid w:val="00B57C30"/>
    <w:rsid w:val="00B631AB"/>
    <w:rsid w:val="00B70BD4"/>
    <w:rsid w:val="00BA3FFE"/>
    <w:rsid w:val="00BC77BB"/>
    <w:rsid w:val="00BD2F10"/>
    <w:rsid w:val="00BE230D"/>
    <w:rsid w:val="00BE3B3D"/>
    <w:rsid w:val="00BE6FB4"/>
    <w:rsid w:val="00BF3223"/>
    <w:rsid w:val="00C0183E"/>
    <w:rsid w:val="00C04913"/>
    <w:rsid w:val="00C2065F"/>
    <w:rsid w:val="00C43BC6"/>
    <w:rsid w:val="00C4642D"/>
    <w:rsid w:val="00C70C69"/>
    <w:rsid w:val="00C72F61"/>
    <w:rsid w:val="00C84082"/>
    <w:rsid w:val="00C977B2"/>
    <w:rsid w:val="00CA0442"/>
    <w:rsid w:val="00CB3488"/>
    <w:rsid w:val="00CC33B2"/>
    <w:rsid w:val="00CD3E5A"/>
    <w:rsid w:val="00CD525B"/>
    <w:rsid w:val="00CD5C86"/>
    <w:rsid w:val="00CE4333"/>
    <w:rsid w:val="00CE6768"/>
    <w:rsid w:val="00CE6F06"/>
    <w:rsid w:val="00CE7800"/>
    <w:rsid w:val="00D00874"/>
    <w:rsid w:val="00D038B5"/>
    <w:rsid w:val="00D05781"/>
    <w:rsid w:val="00D058DE"/>
    <w:rsid w:val="00D07E7F"/>
    <w:rsid w:val="00D13821"/>
    <w:rsid w:val="00D27C98"/>
    <w:rsid w:val="00D3244C"/>
    <w:rsid w:val="00D35BD2"/>
    <w:rsid w:val="00D43BAC"/>
    <w:rsid w:val="00D4485E"/>
    <w:rsid w:val="00D477AD"/>
    <w:rsid w:val="00D563C7"/>
    <w:rsid w:val="00D60CDA"/>
    <w:rsid w:val="00D62F5C"/>
    <w:rsid w:val="00D67969"/>
    <w:rsid w:val="00D76704"/>
    <w:rsid w:val="00D80C22"/>
    <w:rsid w:val="00D827CD"/>
    <w:rsid w:val="00D84D8F"/>
    <w:rsid w:val="00DB77E3"/>
    <w:rsid w:val="00DC2453"/>
    <w:rsid w:val="00DE436E"/>
    <w:rsid w:val="00DF1CBC"/>
    <w:rsid w:val="00DF4E09"/>
    <w:rsid w:val="00DF6BC4"/>
    <w:rsid w:val="00E1389E"/>
    <w:rsid w:val="00E24D43"/>
    <w:rsid w:val="00E31F08"/>
    <w:rsid w:val="00E37A75"/>
    <w:rsid w:val="00E56709"/>
    <w:rsid w:val="00E70094"/>
    <w:rsid w:val="00E75941"/>
    <w:rsid w:val="00E80A2B"/>
    <w:rsid w:val="00E8339A"/>
    <w:rsid w:val="00E95060"/>
    <w:rsid w:val="00E97104"/>
    <w:rsid w:val="00EA2AAB"/>
    <w:rsid w:val="00EA2CFE"/>
    <w:rsid w:val="00EC22FD"/>
    <w:rsid w:val="00EE15FD"/>
    <w:rsid w:val="00EF0C24"/>
    <w:rsid w:val="00F009EF"/>
    <w:rsid w:val="00F10BDA"/>
    <w:rsid w:val="00F3738E"/>
    <w:rsid w:val="00F575FF"/>
    <w:rsid w:val="00F73798"/>
    <w:rsid w:val="00F82DAF"/>
    <w:rsid w:val="00F916A3"/>
    <w:rsid w:val="00F96CD3"/>
    <w:rsid w:val="00FA37B1"/>
    <w:rsid w:val="00FB34EA"/>
    <w:rsid w:val="00FC3DA1"/>
    <w:rsid w:val="00FC6074"/>
    <w:rsid w:val="00FD178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eaeaea,#ddd,#ffc,#396"/>
    </o:shapedefaults>
    <o:shapelayout v:ext="edit">
      <o:idmap v:ext="edit" data="1"/>
    </o:shapelayout>
  </w:shapeDefaults>
  <w:decimalSymbol w:val="."/>
  <w:listSeparator w:val=","/>
  <w15:docId w15:val="{C54A2D44-BE3F-4945-9A7A-BCA23743F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181"/>
    <w:pPr>
      <w:spacing w:before="60" w:after="60"/>
    </w:pPr>
    <w:rPr>
      <w:rFonts w:ascii="Arial" w:hAnsi="Arial"/>
      <w:lang w:eastAsia="en-US"/>
    </w:rPr>
  </w:style>
  <w:style w:type="paragraph" w:styleId="Heading1">
    <w:name w:val="heading 1"/>
    <w:basedOn w:val="Normal"/>
    <w:next w:val="Normal"/>
    <w:qFormat/>
    <w:rsid w:val="00250F54"/>
    <w:pPr>
      <w:keepNext/>
      <w:pageBreakBefore/>
      <w:spacing w:before="1040" w:after="0"/>
      <w:ind w:left="1134" w:right="-851"/>
      <w:outlineLvl w:val="0"/>
    </w:pPr>
    <w:rPr>
      <w:rFonts w:ascii="Arial Narrow" w:hAnsi="Arial Narrow"/>
      <w:b/>
      <w:smallCaps/>
      <w:color w:val="0000FF"/>
      <w:kern w:val="28"/>
      <w:sz w:val="56"/>
    </w:rPr>
  </w:style>
  <w:style w:type="paragraph" w:styleId="Heading2">
    <w:name w:val="heading 2"/>
    <w:basedOn w:val="Normal"/>
    <w:next w:val="Normal"/>
    <w:qFormat/>
    <w:rsid w:val="000F513F"/>
    <w:pPr>
      <w:keepNext/>
      <w:pageBreakBefore/>
      <w:spacing w:before="0" w:after="120"/>
      <w:outlineLvl w:val="1"/>
    </w:pPr>
    <w:rPr>
      <w:b/>
      <w:smallCaps/>
      <w:color w:val="0000FF"/>
      <w:sz w:val="40"/>
      <w:szCs w:val="40"/>
    </w:rPr>
  </w:style>
  <w:style w:type="paragraph" w:styleId="Heading3">
    <w:name w:val="heading 3"/>
    <w:basedOn w:val="Normal"/>
    <w:next w:val="Normal"/>
    <w:qFormat/>
    <w:rsid w:val="009A3065"/>
    <w:pPr>
      <w:keepNext/>
      <w:outlineLvl w:val="2"/>
    </w:pPr>
    <w:rPr>
      <w:b/>
      <w:smallCaps/>
      <w:color w:val="0000FF"/>
      <w:kern w:val="28"/>
      <w:sz w:val="40"/>
    </w:rPr>
  </w:style>
  <w:style w:type="paragraph" w:styleId="Heading4">
    <w:name w:val="heading 4"/>
    <w:basedOn w:val="Normal"/>
    <w:next w:val="Normal"/>
    <w:qFormat/>
    <w:pPr>
      <w:keepNext/>
      <w:spacing w:before="240"/>
      <w:outlineLvl w:val="3"/>
    </w:pPr>
    <w:rPr>
      <w:b/>
      <w:i/>
      <w:sz w:val="24"/>
    </w:rPr>
  </w:style>
  <w:style w:type="paragraph" w:styleId="Heading5">
    <w:name w:val="heading 5"/>
    <w:basedOn w:val="Normal"/>
    <w:next w:val="Normal"/>
    <w:qFormat/>
    <w:pPr>
      <w:spacing w:before="240"/>
      <w:outlineLvl w:val="4"/>
    </w:pPr>
    <w:rPr>
      <w:sz w:val="22"/>
    </w:rPr>
  </w:style>
  <w:style w:type="paragraph" w:styleId="Heading6">
    <w:name w:val="heading 6"/>
    <w:basedOn w:val="Normal"/>
    <w:next w:val="Normal"/>
    <w:qFormat/>
    <w:pPr>
      <w:spacing w:before="240"/>
      <w:outlineLvl w:val="5"/>
    </w:pPr>
    <w:rPr>
      <w:i/>
      <w:sz w:val="22"/>
    </w:rPr>
  </w:style>
  <w:style w:type="paragraph" w:styleId="Heading7">
    <w:name w:val="heading 7"/>
    <w:basedOn w:val="Normal"/>
    <w:next w:val="Normal"/>
    <w:qFormat/>
    <w:pPr>
      <w:spacing w:before="240"/>
      <w:outlineLvl w:val="6"/>
    </w:pPr>
  </w:style>
  <w:style w:type="paragraph" w:styleId="Heading8">
    <w:name w:val="heading 8"/>
    <w:basedOn w:val="Normal"/>
    <w:next w:val="Normal"/>
    <w:qFormat/>
    <w:pPr>
      <w:spacing w:before="240"/>
      <w:outlineLvl w:val="7"/>
    </w:pPr>
    <w:rPr>
      <w:i/>
    </w:rPr>
  </w:style>
  <w:style w:type="paragraph" w:styleId="Heading9">
    <w:name w:val="heading 9"/>
    <w:basedOn w:val="Normal"/>
    <w:next w:val="Normal"/>
    <w:qFormat/>
    <w:pPr>
      <w:spacing w:before="24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after="0"/>
      <w:jc w:val="right"/>
    </w:pPr>
    <w:rPr>
      <w:i/>
      <w:sz w:val="18"/>
    </w:rPr>
  </w:style>
  <w:style w:type="paragraph" w:styleId="Footer">
    <w:name w:val="footer"/>
    <w:basedOn w:val="Normal"/>
    <w:rsid w:val="008C16E9"/>
    <w:pPr>
      <w:pBdr>
        <w:top w:val="single" w:sz="4" w:space="10" w:color="FF0000"/>
      </w:pBdr>
      <w:tabs>
        <w:tab w:val="center" w:pos="4820"/>
        <w:tab w:val="right" w:pos="9639"/>
      </w:tabs>
      <w:spacing w:before="0" w:after="0"/>
    </w:pPr>
    <w:rPr>
      <w:i/>
      <w:color w:val="000000"/>
      <w:sz w:val="18"/>
    </w:rPr>
  </w:style>
  <w:style w:type="paragraph" w:styleId="BalloonText">
    <w:name w:val="Balloon Text"/>
    <w:basedOn w:val="Normal"/>
    <w:link w:val="BalloonTextChar"/>
    <w:rsid w:val="005147CC"/>
    <w:pPr>
      <w:spacing w:before="0" w:after="0"/>
    </w:pPr>
    <w:rPr>
      <w:rFonts w:ascii="Tahoma" w:hAnsi="Tahoma" w:cs="Tahoma"/>
      <w:sz w:val="16"/>
      <w:szCs w:val="16"/>
    </w:rPr>
  </w:style>
  <w:style w:type="character" w:customStyle="1" w:styleId="BalloonTextChar">
    <w:name w:val="Balloon Text Char"/>
    <w:basedOn w:val="DefaultParagraphFont"/>
    <w:link w:val="BalloonText"/>
    <w:rsid w:val="005147CC"/>
    <w:rPr>
      <w:rFonts w:ascii="Tahoma" w:hAnsi="Tahoma" w:cs="Tahoma"/>
      <w:sz w:val="16"/>
      <w:szCs w:val="16"/>
      <w:lang w:eastAsia="en-US"/>
    </w:rPr>
  </w:style>
  <w:style w:type="paragraph" w:customStyle="1" w:styleId="Outcome">
    <w:name w:val="Outcome"/>
    <w:basedOn w:val="Normal"/>
    <w:rsid w:val="00870578"/>
    <w:pPr>
      <w:numPr>
        <w:numId w:val="8"/>
      </w:numPr>
    </w:pPr>
  </w:style>
  <w:style w:type="paragraph" w:styleId="BodyText">
    <w:name w:val="Body Text"/>
    <w:basedOn w:val="Normal"/>
    <w:link w:val="BodyTextChar"/>
    <w:rsid w:val="00870578"/>
    <w:pPr>
      <w:spacing w:before="0" w:after="0"/>
    </w:pPr>
    <w:rPr>
      <w:rFonts w:ascii="Arial Narrow" w:hAnsi="Arial Narrow" w:cs="Arial"/>
      <w:b/>
      <w:smallCaps/>
      <w:color w:val="FFFFFF"/>
      <w:sz w:val="28"/>
      <w:szCs w:val="28"/>
    </w:rPr>
  </w:style>
  <w:style w:type="character" w:customStyle="1" w:styleId="BodyTextChar">
    <w:name w:val="Body Text Char"/>
    <w:basedOn w:val="DefaultParagraphFont"/>
    <w:link w:val="BodyText"/>
    <w:rsid w:val="00870578"/>
    <w:rPr>
      <w:rFonts w:ascii="Arial Narrow" w:hAnsi="Arial Narrow" w:cs="Arial"/>
      <w:b/>
      <w:smallCaps/>
      <w:color w:val="FFFFFF"/>
      <w:sz w:val="28"/>
      <w:szCs w:val="28"/>
      <w:lang w:eastAsia="en-US"/>
    </w:rPr>
  </w:style>
  <w:style w:type="paragraph" w:customStyle="1" w:styleId="AcknowledgementsHeading">
    <w:name w:val="Acknowledgements Heading"/>
    <w:basedOn w:val="Normal"/>
    <w:rsid w:val="00986D2F"/>
    <w:pPr>
      <w:spacing w:before="120" w:after="120"/>
    </w:pPr>
    <w:rPr>
      <w:b/>
    </w:rPr>
  </w:style>
  <w:style w:type="paragraph" w:customStyle="1" w:styleId="AcknowledgementsText">
    <w:name w:val="Acknowledgements Text"/>
    <w:basedOn w:val="Normal"/>
    <w:rsid w:val="008A44C7"/>
    <w:pPr>
      <w:spacing w:before="120" w:after="120"/>
      <w:ind w:right="2835"/>
    </w:pPr>
    <w:rPr>
      <w:sz w:val="18"/>
      <w:szCs w:val="24"/>
    </w:rPr>
  </w:style>
  <w:style w:type="paragraph" w:customStyle="1" w:styleId="AcknowledgementsTightText">
    <w:name w:val="AcknowledgementsTightText"/>
    <w:basedOn w:val="Normal"/>
    <w:rsid w:val="00916037"/>
    <w:pPr>
      <w:spacing w:before="0" w:after="0"/>
      <w:ind w:right="2835"/>
    </w:pPr>
    <w:rPr>
      <w:sz w:val="18"/>
      <w:szCs w:val="24"/>
    </w:rPr>
  </w:style>
  <w:style w:type="paragraph" w:customStyle="1" w:styleId="AcknowledgementsTitle">
    <w:name w:val="AcknowledgementsTitle"/>
    <w:basedOn w:val="Normal"/>
    <w:rsid w:val="00463C11"/>
    <w:pPr>
      <w:spacing w:before="0" w:after="120"/>
      <w:ind w:right="1701"/>
    </w:pPr>
    <w:rPr>
      <w:rFonts w:ascii="Arial Narrow" w:hAnsi="Arial Narrow"/>
      <w:b/>
      <w:smallCaps/>
      <w:noProof/>
      <w:sz w:val="32"/>
      <w:szCs w:val="24"/>
      <w:lang w:eastAsia="zh-TW"/>
    </w:rPr>
  </w:style>
  <w:style w:type="paragraph" w:styleId="ListParagraph">
    <w:name w:val="List Paragraph"/>
    <w:basedOn w:val="Normal"/>
    <w:uiPriority w:val="34"/>
    <w:qFormat/>
    <w:rsid w:val="000D4C6A"/>
    <w:pPr>
      <w:ind w:left="720"/>
      <w:contextualSpacing/>
    </w:pPr>
  </w:style>
  <w:style w:type="paragraph" w:customStyle="1" w:styleId="FlysheetTitle1">
    <w:name w:val="Flysheet Title 1"/>
    <w:basedOn w:val="Normal"/>
    <w:rsid w:val="00B13D83"/>
    <w:pPr>
      <w:jc w:val="right"/>
    </w:pPr>
    <w:rPr>
      <w:rFonts w:ascii="Arial Narrow" w:hAnsi="Arial Narrow"/>
      <w:b/>
      <w:sz w:val="44"/>
      <w:szCs w:val="44"/>
    </w:rPr>
  </w:style>
  <w:style w:type="paragraph" w:customStyle="1" w:styleId="FlysheetSubtitle1">
    <w:name w:val="Flysheet Subtitle 1"/>
    <w:basedOn w:val="Normal"/>
    <w:rsid w:val="00B13D83"/>
    <w:pPr>
      <w:spacing w:before="0" w:after="0"/>
      <w:jc w:val="right"/>
    </w:pPr>
    <w:rPr>
      <w:rFonts w:ascii="Arial Narrow" w:hAnsi="Arial Narrow"/>
      <w:sz w:val="32"/>
      <w:szCs w:val="32"/>
    </w:rPr>
  </w:style>
  <w:style w:type="paragraph" w:customStyle="1" w:styleId="FlysheetTitle2">
    <w:name w:val="Flysheet Title 2"/>
    <w:basedOn w:val="Normal"/>
    <w:rsid w:val="00B13D83"/>
    <w:rPr>
      <w:sz w:val="36"/>
    </w:rPr>
  </w:style>
  <w:style w:type="paragraph" w:customStyle="1" w:styleId="FlysheetSubtitle2">
    <w:name w:val="Flysheet Subtitle 2"/>
    <w:basedOn w:val="FlysheetTitle2"/>
    <w:rsid w:val="00053614"/>
    <w:rPr>
      <w:rFonts w:ascii="Arial Narrow" w:hAnsi="Arial Narrow"/>
      <w:sz w:val="32"/>
    </w:rPr>
  </w:style>
  <w:style w:type="paragraph" w:customStyle="1" w:styleId="PrefaceHeading1">
    <w:name w:val="Preface Heading 1"/>
    <w:rsid w:val="001479F1"/>
    <w:pPr>
      <w:spacing w:before="480" w:after="240"/>
    </w:pPr>
    <w:rPr>
      <w:rFonts w:ascii="Arial Narrow" w:hAnsi="Arial Narrow"/>
      <w:b/>
      <w:smallCaps/>
      <w:color w:val="0000FF"/>
      <w:kern w:val="28"/>
      <w:sz w:val="56"/>
      <w:lang w:eastAsia="en-US"/>
    </w:rPr>
  </w:style>
  <w:style w:type="paragraph" w:customStyle="1" w:styleId="PrefaceHeading2">
    <w:name w:val="Preface Heading 2"/>
    <w:next w:val="Normal"/>
    <w:rsid w:val="00D3244C"/>
    <w:pPr>
      <w:spacing w:before="240" w:after="120"/>
    </w:pPr>
    <w:rPr>
      <w:rFonts w:ascii="Arial" w:hAnsi="Arial"/>
      <w:b/>
      <w:smallCaps/>
      <w:color w:val="0000FF"/>
      <w:sz w:val="40"/>
      <w:szCs w:val="40"/>
      <w:lang w:eastAsia="en-US"/>
    </w:rPr>
  </w:style>
  <w:style w:type="paragraph" w:styleId="TOC1">
    <w:name w:val="toc 1"/>
    <w:basedOn w:val="Normal"/>
    <w:next w:val="Normal"/>
    <w:autoRedefine/>
    <w:uiPriority w:val="39"/>
    <w:rsid w:val="000760D5"/>
    <w:pPr>
      <w:keepNext/>
      <w:keepLines/>
      <w:spacing w:before="120" w:after="100"/>
      <w:ind w:left="1191"/>
    </w:pPr>
    <w:rPr>
      <w:b/>
    </w:rPr>
  </w:style>
  <w:style w:type="paragraph" w:styleId="TOC2">
    <w:name w:val="toc 2"/>
    <w:basedOn w:val="Normal"/>
    <w:next w:val="Normal"/>
    <w:autoRedefine/>
    <w:rsid w:val="00B07021"/>
    <w:pPr>
      <w:spacing w:before="20" w:after="20"/>
      <w:ind w:left="1701"/>
    </w:pPr>
  </w:style>
  <w:style w:type="paragraph" w:customStyle="1" w:styleId="ContentsHeading1">
    <w:name w:val="Contents Heading 1"/>
    <w:next w:val="TOC1"/>
    <w:rsid w:val="00D3244C"/>
    <w:pPr>
      <w:pageBreakBefore/>
    </w:pPr>
    <w:rPr>
      <w:rFonts w:ascii="Arial Narrow" w:hAnsi="Arial Narrow"/>
      <w:b/>
      <w:smallCaps/>
      <w:color w:val="0000FF"/>
      <w:kern w:val="28"/>
      <w:sz w:val="56"/>
      <w:lang w:eastAsia="en-US"/>
    </w:rPr>
  </w:style>
  <w:style w:type="character" w:styleId="Hyperlink">
    <w:name w:val="Hyperlink"/>
    <w:basedOn w:val="DefaultParagraphFont"/>
    <w:uiPriority w:val="99"/>
    <w:unhideWhenUsed/>
    <w:rsid w:val="00D60CDA"/>
    <w:rPr>
      <w:color w:val="0000FF" w:themeColor="hyperlink"/>
      <w:u w:val="single"/>
    </w:rPr>
  </w:style>
  <w:style w:type="paragraph" w:styleId="TOC3">
    <w:name w:val="toc 3"/>
    <w:basedOn w:val="Normal"/>
    <w:next w:val="Normal"/>
    <w:autoRedefine/>
    <w:semiHidden/>
    <w:unhideWhenUsed/>
    <w:rsid w:val="00601181"/>
    <w:pPr>
      <w:spacing w:before="120" w:after="100"/>
      <w:ind w:left="1191"/>
    </w:pPr>
    <w:rPr>
      <w:b/>
    </w:rPr>
  </w:style>
  <w:style w:type="paragraph" w:customStyle="1" w:styleId="OutcomesHeading">
    <w:name w:val="Outcomes Heading"/>
    <w:basedOn w:val="Normal"/>
    <w:qFormat/>
    <w:rsid w:val="00252925"/>
    <w:pPr>
      <w:spacing w:after="240"/>
      <w:ind w:left="567"/>
    </w:pPr>
    <w:rPr>
      <w:b/>
      <w:color w:val="C00000"/>
      <w:sz w:val="22"/>
      <w:szCs w:val="22"/>
    </w:rPr>
  </w:style>
  <w:style w:type="paragraph" w:customStyle="1" w:styleId="Code">
    <w:name w:val="Code"/>
    <w:basedOn w:val="Normal"/>
    <w:qFormat/>
    <w:rsid w:val="00211820"/>
    <w:pPr>
      <w:spacing w:before="0" w:after="0"/>
    </w:pPr>
    <w:rPr>
      <w:rFonts w:ascii="Consolas" w:hAnsi="Consolas"/>
      <w:sz w:val="18"/>
    </w:rPr>
  </w:style>
  <w:style w:type="paragraph" w:customStyle="1" w:styleId="PreambleText">
    <w:name w:val="Preamble Text"/>
    <w:basedOn w:val="Normal"/>
    <w:rsid w:val="00F916A3"/>
    <w:rPr>
      <w:i/>
    </w:rPr>
  </w:style>
  <w:style w:type="paragraph" w:customStyle="1" w:styleId="PreambleLabel">
    <w:name w:val="Preamble Label"/>
    <w:basedOn w:val="Normal"/>
    <w:rsid w:val="00F916A3"/>
    <w:pPr>
      <w:ind w:left="113" w:right="113"/>
      <w:jc w:val="center"/>
    </w:pPr>
    <w:rPr>
      <w:b/>
      <w:i/>
      <w:color w:val="C00000"/>
      <w:position w:val="-6"/>
      <w:sz w:val="18"/>
      <w:szCs w:val="18"/>
    </w:rPr>
  </w:style>
  <w:style w:type="paragraph" w:customStyle="1" w:styleId="SecondLevel">
    <w:name w:val="Second Level"/>
    <w:basedOn w:val="Normal"/>
    <w:qFormat/>
    <w:rsid w:val="00F916A3"/>
    <w:pPr>
      <w:spacing w:after="0"/>
    </w:pPr>
    <w:rPr>
      <w:b/>
      <w:color w:val="0000F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K\Documents\EngineRoom\Templates\Standard%20Template\TemplateSta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244A3-1A7F-40CF-AFDA-B92F70255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TemplateStart</Template>
  <TotalTime>0</TotalTime>
  <Pages>1</Pages>
  <Words>16</Words>
  <Characters>93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Watsonia Publishing</Company>
  <LinksUpToDate>false</LinksUpToDate>
  <CharactersWithSpaces>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Krupa</dc:creator>
  <cp:keywords/>
  <cp:lastModifiedBy>Murli Rao</cp:lastModifiedBy>
  <cp:revision>4</cp:revision>
  <cp:lastPrinted>2001-10-08T08:42:00Z</cp:lastPrinted>
  <dcterms:created xsi:type="dcterms:W3CDTF">2016-05-05T03:36:00Z</dcterms:created>
  <dcterms:modified xsi:type="dcterms:W3CDTF">2016-09-05T02:25:00Z</dcterms:modified>
</cp:coreProperties>
</file>