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972" w:rsidRDefault="00427972" w:rsidP="00881B77">
      <w:pPr>
        <w:pStyle w:val="Heading2"/>
      </w:pPr>
      <w:bookmarkStart w:id="0" w:name="Section4"/>
      <w:bookmarkEnd w:id="0"/>
      <w:r>
        <w:t>Challenge Exercise</w:t>
      </w:r>
    </w:p>
    <w:p w:rsidR="00427972" w:rsidRDefault="00427972" w:rsidP="00E941D4">
      <w:pPr>
        <w:pStyle w:val="SecondLevel"/>
      </w:pPr>
      <w:r>
        <w:t>Tables</w:t>
      </w:r>
    </w:p>
    <w:p w:rsidR="00427972" w:rsidRDefault="00427972" w:rsidP="00521720"/>
    <w:p w:rsidR="00427972" w:rsidRPr="00E941D4" w:rsidRDefault="00427972" w:rsidP="00521720">
      <w:bookmarkStart w:id="1" w:name="_GoBack"/>
      <w:bookmarkEnd w:id="1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339725</wp:posOffset>
                </wp:positionV>
                <wp:extent cx="6174000" cy="8056700"/>
                <wp:effectExtent l="0" t="0" r="3683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56700"/>
                          <a:chOff x="0" y="0"/>
                          <a:chExt cx="6174000" cy="8056700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6350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8876" y="203167"/>
                            <a:ext cx="5955030" cy="4838065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427972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427972" w:rsidRPr="00C64D4D" w:rsidRDefault="00427972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Pr="00C64D4D" w:rsidRDefault="00427972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427972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427972" w:rsidRDefault="00427972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7972" w:rsidRPr="00EB227A" w:rsidRDefault="00427972" w:rsidP="00EB7A36">
                                    <w:pPr>
                                      <w:pStyle w:val="PreambleText"/>
                                    </w:pPr>
                                    <w:bookmarkStart w:id="2" w:name="Preamble"/>
                                    <w:r>
                                      <w:t>Before starting this exercise you MUST have completed all of the topics in the chapter Tables…</w:t>
                                    </w:r>
                                    <w:bookmarkEnd w:id="2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Default="00427972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42797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7972" w:rsidRPr="00C64D4D" w:rsidRDefault="0042797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7972" w:rsidRPr="00A427F1" w:rsidRDefault="00427972" w:rsidP="00EE4406">
                                    <w:pPr>
                                      <w:spacing w:before="120" w:after="0"/>
                                    </w:pPr>
                                    <w:r>
                                      <w:t xml:space="preserve">Open the presentation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PE_Tables.pptx</w:t>
                                    </w:r>
                                    <w:r>
                                      <w:t xml:space="preserve"> (it can be found in the same folder as the student files)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Pr="008C62FF" w:rsidRDefault="0042797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797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7972" w:rsidRPr="00C64D4D" w:rsidRDefault="0042797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7972" w:rsidRPr="00EB227A" w:rsidRDefault="00427972" w:rsidP="00472F38">
                                    <w:pPr>
                                      <w:spacing w:before="120" w:after="0"/>
                                    </w:pPr>
                                    <w:r>
                                      <w:t xml:space="preserve">On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9</w:t>
                                    </w:r>
                                    <w:r>
                                      <w:t>, insert a table with 6 rows and 6 columns then enter the data as shown in sample A on the following page – be sure to leave the top row blank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Pr="008C62FF" w:rsidRDefault="0042797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797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7972" w:rsidRPr="00C64D4D" w:rsidRDefault="0042797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7972" w:rsidRPr="00472F38" w:rsidRDefault="00427972" w:rsidP="00472F38">
                                    <w:pPr>
                                      <w:spacing w:before="120" w:after="0"/>
                                    </w:pPr>
                                    <w:r>
                                      <w:t xml:space="preserve">Insert a new column to the left of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Plastic</w:t>
                                    </w:r>
                                    <w:r>
                                      <w:t xml:space="preserve"> column and a new row at the bottom of the table, then enter the additional data as shown in sample B on the following page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Pr="008C62FF" w:rsidRDefault="0042797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797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7972" w:rsidRPr="00C64D4D" w:rsidRDefault="0042797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7972" w:rsidRPr="00472F38" w:rsidRDefault="00427972" w:rsidP="00F2665B">
                                    <w:pPr>
                                      <w:spacing w:before="120" w:after="0"/>
                                    </w:pPr>
                                    <w:r>
                                      <w:t xml:space="preserve">Merge the cells in the top row and type the heading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Recycling Comparisons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Pr="008C62FF" w:rsidRDefault="0042797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797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7972" w:rsidRPr="00C64D4D" w:rsidRDefault="0042797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7972" w:rsidRPr="00472F38" w:rsidRDefault="00427972" w:rsidP="00515C9C">
                                    <w:pPr>
                                      <w:spacing w:before="120" w:after="0"/>
                                    </w:pPr>
                                    <w:r>
                                      <w:t xml:space="preserve">Apply the style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Light Style 2 – Accent 3</w:t>
                                    </w:r>
                                    <w:r>
                                      <w:t xml:space="preserve"> to the table, then apply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Green, Accent 1</w:t>
                                    </w:r>
                                    <w:r>
                                      <w:t xml:space="preserve"> shading to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Total</w:t>
                                    </w:r>
                                    <w:r>
                                      <w:t xml:space="preserve"> cells and make the font in these cells bold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Pr="008C62FF" w:rsidRDefault="0042797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797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7972" w:rsidRPr="00C64D4D" w:rsidRDefault="0042797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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7972" w:rsidRPr="00515C9C" w:rsidRDefault="00427972" w:rsidP="00515C9C">
                                    <w:pPr>
                                      <w:spacing w:before="120" w:after="0"/>
                                    </w:pPr>
                                    <w:r>
                                      <w:t xml:space="preserve">Adjust the table to make it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25cm</w:t>
                                    </w:r>
                                    <w:r>
                                      <w:t xml:space="preserve"> wide and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10cm</w:t>
                                    </w:r>
                                    <w:r>
                                      <w:t xml:space="preserve"> high, then manually adjust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Plastic Bags</w:t>
                                    </w:r>
                                    <w:r>
                                      <w:t xml:space="preserve"> column to make the heading fit on one line. Distribute the four columns to the left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Pr="008C62FF" w:rsidRDefault="0042797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797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7972" w:rsidRDefault="00427972" w:rsidP="00515C9C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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7972" w:rsidRDefault="00427972" w:rsidP="008E7BE9">
                                    <w:pPr>
                                      <w:spacing w:before="120" w:after="0"/>
                                    </w:pPr>
                                    <w:r>
                                      <w:t xml:space="preserve">Vertically centre all of the text in the table, then horizontally centre the text in columns </w:t>
                                    </w:r>
                                    <w:r w:rsidRPr="008E7BE9">
                                      <w:rPr>
                                        <w:b/>
                                        <w:i/>
                                      </w:rPr>
                                      <w:t>2</w:t>
                                    </w:r>
                                    <w:r>
                                      <w:t xml:space="preserve"> to </w:t>
                                    </w:r>
                                    <w:r w:rsidRPr="00B14F46">
                                      <w:rPr>
                                        <w:b/>
                                        <w:i/>
                                      </w:rPr>
                                      <w:t>7</w:t>
                                    </w:r>
                                    <w:r>
                                      <w:t xml:space="preserve"> (from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Paper</w:t>
                                    </w:r>
                                    <w:r>
                                      <w:t xml:space="preserve">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Total</w:t>
                                    </w:r>
                                    <w:r>
                                      <w:t>)</w:t>
                                    </w:r>
                                  </w:p>
                                  <w:p w:rsidR="00427972" w:rsidRPr="008E7BE9" w:rsidRDefault="00427972" w:rsidP="008E7BE9">
                                    <w:pPr>
                                      <w:spacing w:before="120" w:after="0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Your table should now appear as shown in sample C on the following page…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Pr="008C62FF" w:rsidRDefault="00427972" w:rsidP="00515C9C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797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7972" w:rsidRDefault="00427972" w:rsidP="00515C9C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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7972" w:rsidRPr="008E7BE9" w:rsidRDefault="00427972" w:rsidP="00515C9C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Save As</w:t>
                                    </w:r>
                                    <w:r>
                                      <w:t xml:space="preserve"> command to save the presentation as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PE_Tables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(Completed).pptx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7972" w:rsidRPr="008C62FF" w:rsidRDefault="00427972" w:rsidP="00515C9C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427972" w:rsidRDefault="00427972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89700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" y="6616700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427972" w:rsidTr="00AA7524">
                                <w:tc>
                                  <w:tcPr>
                                    <w:tcW w:w="2366" w:type="dxa"/>
                                  </w:tcPr>
                                  <w:p w:rsidR="00427972" w:rsidRPr="008B0517" w:rsidRDefault="00427972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427972" w:rsidRPr="00D53F08" w:rsidRDefault="00427972">
                                    <w:r w:rsidRPr="00D53F08">
                                      <w:rPr>
                                        <w:i/>
                                      </w:rPr>
                                      <w:t>PE_Tables.pptx</w:t>
                                    </w:r>
                                  </w:p>
                                </w:tc>
                              </w:tr>
                              <w:tr w:rsidR="00427972" w:rsidTr="00AA7524">
                                <w:tc>
                                  <w:tcPr>
                                    <w:tcW w:w="2366" w:type="dxa"/>
                                  </w:tcPr>
                                  <w:p w:rsidR="00427972" w:rsidRPr="008B0517" w:rsidRDefault="00427972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427972" w:rsidRDefault="00427972">
                                    <w:proofErr w:type="spellStart"/>
                                    <w:r w:rsidRPr="00D53F08">
                                      <w:rPr>
                                        <w:i/>
                                      </w:rPr>
                                      <w:t>PE_Tables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</w:rPr>
                                      <w:t xml:space="preserve"> (Completed)</w:t>
                                    </w:r>
                                    <w:r w:rsidRPr="00D53F08">
                                      <w:rPr>
                                        <w:i/>
                                      </w:rPr>
                                      <w:t>.pptx</w:t>
                                    </w:r>
                                  </w:p>
                                </w:tc>
                              </w:tr>
                              <w:tr w:rsidR="00427972" w:rsidTr="00AA7524">
                                <w:tc>
                                  <w:tcPr>
                                    <w:tcW w:w="2366" w:type="dxa"/>
                                  </w:tcPr>
                                  <w:p w:rsidR="00427972" w:rsidRPr="008B0517" w:rsidRDefault="00427972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427972" w:rsidRDefault="00427972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427972" w:rsidRDefault="00427972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.7pt;margin-top:26.75pt;width:486.15pt;height:634.4pt;z-index:251659264" coordsize="61740,8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">
                <v:line id="Straight Connector 10" o:spid="_x0000_s1027" style="position:absolute;visibility:visible;mso-wrap-style:square" from="635,0" to="614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888;top:2031;width:59551;height:48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427972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427972" w:rsidRPr="00C64D4D" w:rsidRDefault="00427972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Pr="00C64D4D" w:rsidRDefault="00427972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427972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427972" w:rsidRDefault="00427972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7972" w:rsidRPr="00EB227A" w:rsidRDefault="00427972" w:rsidP="00EB7A36">
                              <w:pPr>
                                <w:pStyle w:val="PreambleText"/>
                              </w:pPr>
                              <w:bookmarkStart w:id="3" w:name="Preamble"/>
                              <w:r>
                                <w:t>Before starting this exercise you MUST have completed all of the topics in the chapter Tables…</w:t>
                              </w:r>
                              <w:bookmarkEnd w:id="3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Default="00427972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42797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7972" w:rsidRPr="00C64D4D" w:rsidRDefault="0042797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7972" w:rsidRPr="00A427F1" w:rsidRDefault="00427972" w:rsidP="00EE4406">
                              <w:pPr>
                                <w:spacing w:before="120" w:after="0"/>
                              </w:pPr>
                              <w:r>
                                <w:t xml:space="preserve">Open the presentation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PE_Tables.pptx</w:t>
                              </w:r>
                              <w:r>
                                <w:t xml:space="preserve"> (it can be found in the same folder as the student files)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Pr="008C62FF" w:rsidRDefault="0042797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797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7972" w:rsidRPr="00C64D4D" w:rsidRDefault="0042797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7972" w:rsidRPr="00EB227A" w:rsidRDefault="00427972" w:rsidP="00472F38">
                              <w:pPr>
                                <w:spacing w:before="120" w:after="0"/>
                              </w:pPr>
                              <w:r>
                                <w:t xml:space="preserve">On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9</w:t>
                              </w:r>
                              <w:r>
                                <w:t>, insert a table with 6 rows and 6 columns then enter the data as shown in sample A on the following page – be sure to leave the top row blank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Pr="008C62FF" w:rsidRDefault="0042797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797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7972" w:rsidRPr="00C64D4D" w:rsidRDefault="0042797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7972" w:rsidRPr="00472F38" w:rsidRDefault="00427972" w:rsidP="00472F38">
                              <w:pPr>
                                <w:spacing w:before="120" w:after="0"/>
                              </w:pPr>
                              <w:r>
                                <w:t xml:space="preserve">Insert a new column to the left of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Plastic</w:t>
                              </w:r>
                              <w:r>
                                <w:t xml:space="preserve"> column and a new row at the bottom of the table, then enter the additional data as shown in sample B on the following page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Pr="008C62FF" w:rsidRDefault="0042797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797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7972" w:rsidRPr="00C64D4D" w:rsidRDefault="0042797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7972" w:rsidRPr="00472F38" w:rsidRDefault="00427972" w:rsidP="00F2665B">
                              <w:pPr>
                                <w:spacing w:before="120" w:after="0"/>
                              </w:pPr>
                              <w:r>
                                <w:t xml:space="preserve">Merge the cells in the top row and type the heading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Recycling Comparisons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Pr="008C62FF" w:rsidRDefault="0042797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797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7972" w:rsidRPr="00C64D4D" w:rsidRDefault="0042797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7972" w:rsidRPr="00472F38" w:rsidRDefault="00427972" w:rsidP="00515C9C">
                              <w:pPr>
                                <w:spacing w:before="120" w:after="0"/>
                              </w:pPr>
                              <w:r>
                                <w:t xml:space="preserve">Apply the style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Light Style 2 – Accent 3</w:t>
                              </w:r>
                              <w:r>
                                <w:t xml:space="preserve"> to the table, then apply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Green, Accent 1</w:t>
                              </w:r>
                              <w:r>
                                <w:t xml:space="preserve"> shading to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Total</w:t>
                              </w:r>
                              <w:r>
                                <w:t xml:space="preserve"> cells and make the font in these cells bold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Pr="008C62FF" w:rsidRDefault="0042797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797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7972" w:rsidRPr="00C64D4D" w:rsidRDefault="0042797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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7972" w:rsidRPr="00515C9C" w:rsidRDefault="00427972" w:rsidP="00515C9C">
                              <w:pPr>
                                <w:spacing w:before="120" w:after="0"/>
                              </w:pPr>
                              <w:r>
                                <w:t xml:space="preserve">Adjust the table to make it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25cm</w:t>
                              </w:r>
                              <w:r>
                                <w:t xml:space="preserve"> wide and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10cm</w:t>
                              </w:r>
                              <w:r>
                                <w:t xml:space="preserve"> high, then manually adjust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Plastic Bags</w:t>
                              </w:r>
                              <w:r>
                                <w:t xml:space="preserve"> column to make the heading fit on one line. Distribute the four columns to the left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Pr="008C62FF" w:rsidRDefault="0042797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797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7972" w:rsidRDefault="00427972" w:rsidP="00515C9C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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7972" w:rsidRDefault="00427972" w:rsidP="008E7BE9">
                              <w:pPr>
                                <w:spacing w:before="120" w:after="0"/>
                              </w:pPr>
                              <w:r>
                                <w:t xml:space="preserve">Vertically centre all of the text in the table, then horizontally centre the text in columns </w:t>
                              </w:r>
                              <w:r w:rsidRPr="008E7BE9">
                                <w:rPr>
                                  <w:b/>
                                  <w:i/>
                                </w:rPr>
                                <w:t>2</w:t>
                              </w:r>
                              <w:r>
                                <w:t xml:space="preserve"> to </w:t>
                              </w:r>
                              <w:r w:rsidRPr="00B14F46">
                                <w:rPr>
                                  <w:b/>
                                  <w:i/>
                                </w:rPr>
                                <w:t>7</w:t>
                              </w:r>
                              <w:r>
                                <w:t xml:space="preserve"> (from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Paper</w:t>
                              </w:r>
                              <w:r>
                                <w:t xml:space="preserve">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Total</w:t>
                              </w:r>
                              <w:r>
                                <w:t>)</w:t>
                              </w:r>
                            </w:p>
                            <w:p w:rsidR="00427972" w:rsidRPr="008E7BE9" w:rsidRDefault="00427972" w:rsidP="008E7BE9">
                              <w:pPr>
                                <w:spacing w:before="120" w:after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Your table should now appear as shown in sample C on the following page…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Pr="008C62FF" w:rsidRDefault="00427972" w:rsidP="00515C9C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797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7972" w:rsidRDefault="00427972" w:rsidP="00515C9C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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7972" w:rsidRPr="008E7BE9" w:rsidRDefault="00427972" w:rsidP="00515C9C">
                              <w:pPr>
                                <w:spacing w:before="120" w:after="0"/>
                              </w:pPr>
                              <w:r>
                                <w:t xml:space="preserve">Use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Save As</w:t>
                              </w:r>
                              <w:r>
                                <w:t xml:space="preserve"> command to save the presentation as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PE_Tables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(Completed).pptx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7972" w:rsidRPr="008C62FF" w:rsidRDefault="00427972" w:rsidP="00515C9C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427972" w:rsidRDefault="00427972" w:rsidP="00D332ED"/>
                    </w:txbxContent>
                  </v:textbox>
                </v:shape>
                <v:line id="Line 104" o:spid="_x0000_s1029" style="position:absolute;visibility:visible;mso-wrap-style:square" from="0,64897" to="61740,6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54;top:66167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427972" w:rsidTr="00AA7524">
                          <w:tc>
                            <w:tcPr>
                              <w:tcW w:w="2366" w:type="dxa"/>
                            </w:tcPr>
                            <w:p w:rsidR="00427972" w:rsidRPr="008B0517" w:rsidRDefault="00427972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427972" w:rsidRPr="00D53F08" w:rsidRDefault="00427972">
                              <w:r w:rsidRPr="00D53F08">
                                <w:rPr>
                                  <w:i/>
                                </w:rPr>
                                <w:t>PE_Tables.pptx</w:t>
                              </w:r>
                            </w:p>
                          </w:tc>
                        </w:tr>
                        <w:tr w:rsidR="00427972" w:rsidTr="00AA7524">
                          <w:tc>
                            <w:tcPr>
                              <w:tcW w:w="2366" w:type="dxa"/>
                            </w:tcPr>
                            <w:p w:rsidR="00427972" w:rsidRPr="008B0517" w:rsidRDefault="00427972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427972" w:rsidRDefault="00427972">
                              <w:proofErr w:type="spellStart"/>
                              <w:r w:rsidRPr="00D53F08">
                                <w:rPr>
                                  <w:i/>
                                </w:rPr>
                                <w:t>PE_Tables</w:t>
                              </w:r>
                              <w:proofErr w:type="spellEnd"/>
                              <w:r>
                                <w:rPr>
                                  <w:i/>
                                </w:rPr>
                                <w:t xml:space="preserve"> (Completed)</w:t>
                              </w:r>
                              <w:r w:rsidRPr="00D53F08">
                                <w:rPr>
                                  <w:i/>
                                </w:rPr>
                                <w:t>.pptx</w:t>
                              </w:r>
                            </w:p>
                          </w:tc>
                        </w:tr>
                        <w:tr w:rsidR="00427972" w:rsidTr="00AA7524">
                          <w:tc>
                            <w:tcPr>
                              <w:tcW w:w="2366" w:type="dxa"/>
                            </w:tcPr>
                            <w:p w:rsidR="00427972" w:rsidRPr="008B0517" w:rsidRDefault="00427972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427972" w:rsidRDefault="00427972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427972" w:rsidRDefault="00427972" w:rsidP="00D332ED"/>
                    </w:txbxContent>
                  </v:textbox>
                </v:shape>
              </v:group>
            </w:pict>
          </mc:Fallback>
        </mc:AlternateContent>
      </w:r>
    </w:p>
    <w:p w:rsidR="00427972" w:rsidRDefault="00427972" w:rsidP="00881B77">
      <w:pPr>
        <w:pStyle w:val="Heading2"/>
      </w:pPr>
      <w:r>
        <w:lastRenderedPageBreak/>
        <w:t>Challenge Exercise Sample</w:t>
      </w:r>
    </w:p>
    <w:p w:rsidR="00427972" w:rsidRDefault="00427972" w:rsidP="00E941D4">
      <w:pPr>
        <w:pStyle w:val="SecondLevel"/>
      </w:pPr>
      <w:r>
        <w:t>Tables</w:t>
      </w:r>
    </w:p>
    <w:p w:rsidR="00427972" w:rsidRDefault="00427972" w:rsidP="00521720"/>
    <w:p w:rsidR="00427972" w:rsidRPr="00E941D4" w:rsidRDefault="00427972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45454</wp:posOffset>
                </wp:positionH>
                <wp:positionV relativeFrom="paragraph">
                  <wp:posOffset>335295</wp:posOffset>
                </wp:positionV>
                <wp:extent cx="6084000" cy="7905513"/>
                <wp:effectExtent l="19050" t="0" r="31115" b="1968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4000" cy="7905513"/>
                          <a:chOff x="0" y="0"/>
                          <a:chExt cx="6084000" cy="7905513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9609" y="276446"/>
                            <a:ext cx="4874260" cy="200469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9609" y="2541181"/>
                            <a:ext cx="5453380" cy="220662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252483"/>
                            <a:ext cx="6058535" cy="2653030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g:grpSp>
                        <wpg:cNvPr id="30" name="Group 30"/>
                        <wpg:cNvGrpSpPr/>
                        <wpg:grpSpPr bwMode="auto">
                          <a:xfrm>
                            <a:off x="0" y="265814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1" name="Oval 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972" w:rsidRDefault="00427972" w:rsidP="00D1769D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3"/>
                        <wpg:cNvGrpSpPr/>
                        <wpg:grpSpPr bwMode="auto">
                          <a:xfrm>
                            <a:off x="0" y="2541181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4" name="Oval 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972" w:rsidRDefault="00427972" w:rsidP="00D1769D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6"/>
                        <wpg:cNvGrpSpPr/>
                        <wpg:grpSpPr bwMode="auto">
                          <a:xfrm>
                            <a:off x="0" y="4922874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7" name="Oval 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972" w:rsidRDefault="00427972" w:rsidP="00D1769D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group id="Group 23" o:spid="_x0000_s1031" style="position:absolute;margin-left:3.6pt;margin-top:26.4pt;width:479.05pt;height:622.5pt;z-index:251661312" coordsize="60840,79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">
                <v:line id="Straight Connector 24" o:spid="_x0000_s1032" style="position:absolute;visibility:visible;mso-wrap-style:square" from="0,0" to="608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3" type="#_x0000_t75" style="position:absolute;left:3296;top:2764;width:48742;height:20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" stroked="t" strokecolor="#969696">
                  <v:stroke joinstyle="round"/>
                  <v:imagedata r:id="rId11" o:title=""/>
                  <v:path arrowok="t"/>
                </v:shape>
                <v:shape id="Picture 27" o:spid="_x0000_s1034" type="#_x0000_t75" style="position:absolute;left:3296;top:25411;width:54533;height:22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" stroked="t" strokecolor="#969696">
                  <v:stroke joinstyle="round"/>
                  <v:imagedata r:id="rId12" o:title=""/>
                  <v:path arrowok="t"/>
                </v:shape>
                <v:shape id="Picture 28" o:spid="_x0000_s1035" type="#_x0000_t75" style="position:absolute;top:52524;width:60585;height:265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" stroked="t" strokecolor="#969696">
                  <v:stroke joinstyle="round"/>
                  <v:imagedata r:id="rId13" o:title=""/>
                  <v:path arrowok="t"/>
                </v:shape>
                <v:group id="Group 30" o:spid="_x0000_s1036" style="position:absolute;top:2658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oval id="Oval 31" o:spid="_x0000_s1037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" fillcolor="#c00000" stroked="f">
                    <o:lock v:ext="edit" aspectratio="t"/>
                  </v:oval>
                  <v:shape id="Text Box 122" o:spid="_x0000_s1038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427972" w:rsidRDefault="00427972" w:rsidP="00D1769D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33" o:spid="_x0000_s1039" style="position:absolute;top:25411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oval id="Oval 34" o:spid="_x0000_s1040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" fillcolor="#c00000" stroked="f">
                    <o:lock v:ext="edit" aspectratio="t"/>
                  </v:oval>
                  <v:shape id="Text Box 122" o:spid="_x0000_s1041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427972" w:rsidRDefault="00427972" w:rsidP="00D1769D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Group 36" o:spid="_x0000_s1042" style="position:absolute;top:49228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oval id="Oval 37" o:spid="_x0000_s1043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" fillcolor="#c00000" stroked="f">
                    <o:lock v:ext="edit" aspectratio="t"/>
                  </v:oval>
                  <v:shape id="Text Box 122" o:spid="_x0000_s1044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" filled="f" fillcolor="black" stroked="f">
                    <o:lock v:ext="edit" aspectratio="t"/>
                    <v:textbox>
                      <w:txbxContent>
                        <w:p w:rsidR="00427972" w:rsidRDefault="00427972" w:rsidP="00D1769D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70094" w:rsidRPr="00427972" w:rsidRDefault="00E70094" w:rsidP="00427972"/>
    <w:sectPr w:rsidR="00E70094" w:rsidRPr="00427972" w:rsidSect="00427972">
      <w:headerReference w:type="default" r:id="rId14"/>
      <w:footerReference w:type="default" r:id="rId15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05A" w:rsidRDefault="001A205A">
      <w:r>
        <w:separator/>
      </w:r>
    </w:p>
  </w:endnote>
  <w:endnote w:type="continuationSeparator" w:id="0">
    <w:p w:rsidR="001A205A" w:rsidRDefault="001A2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736B45" w:rsidP="00974E04">
    <w:pPr>
      <w:pStyle w:val="Footer"/>
    </w:pPr>
    <w:r>
      <w:t>Dynamic Web Training</w:t>
    </w:r>
    <w:r w:rsidR="00427972">
      <w:tab/>
      <w:t xml:space="preserve">Page </w:t>
    </w:r>
    <w:r w:rsidR="00427972">
      <w:fldChar w:fldCharType="begin"/>
    </w:r>
    <w:r w:rsidR="00427972">
      <w:instrText xml:space="preserve"> PAGE  \* MERGEFORMAT </w:instrText>
    </w:r>
    <w:r w:rsidR="00427972">
      <w:fldChar w:fldCharType="separate"/>
    </w:r>
    <w:r>
      <w:rPr>
        <w:noProof/>
      </w:rPr>
      <w:t>2</w:t>
    </w:r>
    <w:r w:rsidR="00427972">
      <w:fldChar w:fldCharType="end"/>
    </w:r>
    <w:r w:rsidR="00427972">
      <w:tab/>
      <w:t>Chapter 4 - Challenge Exercise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05A" w:rsidRDefault="001A205A">
      <w:r>
        <w:separator/>
      </w:r>
    </w:p>
  </w:footnote>
  <w:footnote w:type="continuationSeparator" w:id="0">
    <w:p w:rsidR="001A205A" w:rsidRDefault="001A2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427972" w:rsidP="00510E30">
    <w:pPr>
      <w:pStyle w:val="Header"/>
      <w:tabs>
        <w:tab w:val="clear" w:pos="8306"/>
        <w:tab w:val="right" w:pos="9639"/>
      </w:tabs>
    </w:pPr>
    <w:r>
      <w:t>Microsoft PowerPoint 2016 - Level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C53B3"/>
    <w:rsid w:val="000C5E58"/>
    <w:rsid w:val="000D3D3F"/>
    <w:rsid w:val="000D4C6A"/>
    <w:rsid w:val="000D7333"/>
    <w:rsid w:val="000E0733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A205A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505F3"/>
    <w:rsid w:val="00250F54"/>
    <w:rsid w:val="00251169"/>
    <w:rsid w:val="00252925"/>
    <w:rsid w:val="00257641"/>
    <w:rsid w:val="00257BD3"/>
    <w:rsid w:val="002645DE"/>
    <w:rsid w:val="00277EB9"/>
    <w:rsid w:val="002832E2"/>
    <w:rsid w:val="00283E32"/>
    <w:rsid w:val="002907A7"/>
    <w:rsid w:val="00292E8A"/>
    <w:rsid w:val="0029338C"/>
    <w:rsid w:val="002978B2"/>
    <w:rsid w:val="002F5096"/>
    <w:rsid w:val="00300D7E"/>
    <w:rsid w:val="003165F9"/>
    <w:rsid w:val="0033774F"/>
    <w:rsid w:val="003442B1"/>
    <w:rsid w:val="00364A6A"/>
    <w:rsid w:val="003C1CA5"/>
    <w:rsid w:val="003D0922"/>
    <w:rsid w:val="003D690F"/>
    <w:rsid w:val="003D76C6"/>
    <w:rsid w:val="003E2CE0"/>
    <w:rsid w:val="0040786A"/>
    <w:rsid w:val="00417194"/>
    <w:rsid w:val="004251D8"/>
    <w:rsid w:val="00427972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5B7C"/>
    <w:rsid w:val="006E3241"/>
    <w:rsid w:val="006F5558"/>
    <w:rsid w:val="006F5DFF"/>
    <w:rsid w:val="006F6349"/>
    <w:rsid w:val="00706A6B"/>
    <w:rsid w:val="007105FC"/>
    <w:rsid w:val="00733742"/>
    <w:rsid w:val="00736B45"/>
    <w:rsid w:val="00770F4A"/>
    <w:rsid w:val="00771911"/>
    <w:rsid w:val="007725FA"/>
    <w:rsid w:val="007857FE"/>
    <w:rsid w:val="00790234"/>
    <w:rsid w:val="007958C3"/>
    <w:rsid w:val="007964F3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66D1"/>
    <w:rsid w:val="00916037"/>
    <w:rsid w:val="00921171"/>
    <w:rsid w:val="009347D3"/>
    <w:rsid w:val="00937E4D"/>
    <w:rsid w:val="009410A7"/>
    <w:rsid w:val="009478F9"/>
    <w:rsid w:val="00963ACD"/>
    <w:rsid w:val="0096705F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95060"/>
    <w:rsid w:val="00E97104"/>
    <w:rsid w:val="00EA2AAB"/>
    <w:rsid w:val="00EA2CFE"/>
    <w:rsid w:val="00EC22FD"/>
    <w:rsid w:val="00EE15FD"/>
    <w:rsid w:val="00EF0C24"/>
    <w:rsid w:val="00F009EF"/>
    <w:rsid w:val="00F10BDA"/>
    <w:rsid w:val="00F3738E"/>
    <w:rsid w:val="00F575FF"/>
    <w:rsid w:val="00F73798"/>
    <w:rsid w:val="00F82DAF"/>
    <w:rsid w:val="00F96CD3"/>
    <w:rsid w:val="00FA37B1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427972"/>
    <w:rPr>
      <w:i/>
    </w:rPr>
  </w:style>
  <w:style w:type="paragraph" w:customStyle="1" w:styleId="PreambleLabel">
    <w:name w:val="Preamble Label"/>
    <w:basedOn w:val="Normal"/>
    <w:rsid w:val="00427972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427972"/>
    <w:pPr>
      <w:spacing w:after="0"/>
    </w:pPr>
    <w:rPr>
      <w:b/>
      <w:color w:val="0000F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79BE8-4211-4F01-9B6D-B1B164AF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</Template>
  <TotalTime>0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Murli Rao</cp:lastModifiedBy>
  <cp:revision>3</cp:revision>
  <cp:lastPrinted>2001-10-08T08:42:00Z</cp:lastPrinted>
  <dcterms:created xsi:type="dcterms:W3CDTF">2016-05-05T07:48:00Z</dcterms:created>
  <dcterms:modified xsi:type="dcterms:W3CDTF">2016-09-05T02:21:00Z</dcterms:modified>
</cp:coreProperties>
</file>